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93" w:rsidRPr="00800A53" w:rsidRDefault="00B37F93" w:rsidP="00B37F93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-234315</wp:posOffset>
            </wp:positionV>
            <wp:extent cx="1295400" cy="1438275"/>
            <wp:effectExtent l="19050" t="0" r="0" b="0"/>
            <wp:wrapNone/>
            <wp:docPr id="6" name="Рисунок 1" descr="D:\Награды\Дизайн проекты\Знак ВДПО(6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Награды\Дизайн проекты\Знак ВДПО(6)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0A53">
        <w:rPr>
          <w:rFonts w:ascii="Times New Roman" w:hAnsi="Times New Roman"/>
          <w:sz w:val="24"/>
          <w:szCs w:val="24"/>
        </w:rPr>
        <w:t>Тверское городское отделение Тверского регионального отделения ВДПО</w:t>
      </w:r>
    </w:p>
    <w:p w:rsidR="00B37F93" w:rsidRPr="00800A53" w:rsidRDefault="00B37F93" w:rsidP="00B37F93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170004, г. Тверь, ул. 1-ая за Линией ОЖД, д. 1А</w:t>
      </w:r>
    </w:p>
    <w:p w:rsidR="00B37F93" w:rsidRPr="00800A53" w:rsidRDefault="00B37F93" w:rsidP="00B37F93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тел.: (4822) 42-28-56 отдел снабжения и сбыта 42-27-15</w:t>
      </w:r>
    </w:p>
    <w:p w:rsidR="00B37F93" w:rsidRPr="00800A53" w:rsidRDefault="00B37F93" w:rsidP="00B37F93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  <w:lang w:val="en-US"/>
        </w:rPr>
        <w:t>E-mail: sbvdpo@mail.ru</w:t>
      </w:r>
    </w:p>
    <w:p w:rsidR="00B37F93" w:rsidRPr="00800A53" w:rsidRDefault="00B37F93" w:rsidP="00B37F93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</w:rPr>
        <w:t>ИНН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6950027026  </w:t>
      </w:r>
      <w:r w:rsidRPr="00800A53">
        <w:rPr>
          <w:rFonts w:ascii="Times New Roman" w:hAnsi="Times New Roman"/>
          <w:sz w:val="24"/>
          <w:szCs w:val="24"/>
        </w:rPr>
        <w:t>КПП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695001001</w:t>
      </w:r>
    </w:p>
    <w:p w:rsidR="00B37F93" w:rsidRPr="00800A53" w:rsidRDefault="00B37F93" w:rsidP="00B37F93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р/сч. 40703810007100000178 в ОАО АКБ «Авангард» г. Москва</w:t>
      </w:r>
    </w:p>
    <w:p w:rsidR="00B37F93" w:rsidRPr="00800A53" w:rsidRDefault="00B37F93" w:rsidP="00B37F93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БИК 044525201</w:t>
      </w:r>
    </w:p>
    <w:p w:rsidR="00B37F93" w:rsidRPr="00800A53" w:rsidRDefault="00B37F93" w:rsidP="00B37F93">
      <w:pPr>
        <w:pStyle w:val="a5"/>
        <w:ind w:left="1843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9274" type="#_x0000_t32" style="position:absolute;left:0;text-align:left;margin-left:53.85pt;margin-top:12.2pt;width:403.85pt;height:.05pt;z-index:251687936" o:connectortype="straight"/>
        </w:pict>
      </w:r>
      <w:r>
        <w:rPr>
          <w:noProof/>
          <w:sz w:val="24"/>
          <w:szCs w:val="24"/>
        </w:rPr>
        <w:pict>
          <v:shape id="_x0000_s9273" type="#_x0000_t32" style="position:absolute;left:0;text-align:left;margin-left:22.9pt;margin-top:7.2pt;width:471.3pt;height:0;z-index:251686912" o:connectortype="straight"/>
        </w:pict>
      </w:r>
    </w:p>
    <w:p w:rsidR="00B37F93" w:rsidRDefault="00B37F93" w:rsidP="00B37F93">
      <w:pPr>
        <w:pStyle w:val="ac"/>
        <w:ind w:left="6237" w:firstLine="0"/>
        <w:rPr>
          <w:rStyle w:val="apple-style-span"/>
          <w:bCs/>
          <w:sz w:val="28"/>
          <w:szCs w:val="28"/>
        </w:rPr>
      </w:pPr>
      <w:r w:rsidRPr="0014365D">
        <w:rPr>
          <w:noProof/>
          <w:sz w:val="24"/>
          <w:szCs w:val="24"/>
          <w:lang w:eastAsia="ru-RU"/>
        </w:rPr>
        <w:pict>
          <v:shape id="_x0000_s9275" type="#_x0000_t32" style="position:absolute;left:0;text-align:left;margin-left:100.4pt;margin-top:4.8pt;width:307.85pt;height:.05pt;z-index:251688960" o:connectortype="straight"/>
        </w:pict>
      </w:r>
    </w:p>
    <w:p w:rsidR="00B37F93" w:rsidRDefault="00B37F93" w:rsidP="00B37F93">
      <w:pPr>
        <w:pStyle w:val="ac"/>
        <w:ind w:left="6237" w:firstLine="0"/>
        <w:rPr>
          <w:rStyle w:val="apple-style-span"/>
          <w:bCs/>
          <w:sz w:val="28"/>
          <w:szCs w:val="28"/>
        </w:rPr>
      </w:pPr>
    </w:p>
    <w:p w:rsidR="00B37F93" w:rsidRPr="000D2169" w:rsidRDefault="00B37F93" w:rsidP="00B37F93">
      <w:pPr>
        <w:pBdr>
          <w:bottom w:val="threeDEmboss" w:sz="36" w:space="1" w:color="auto"/>
        </w:pBdr>
        <w:jc w:val="center"/>
        <w:rPr>
          <w:rFonts w:ascii="GOST type A" w:hAnsi="GOST type A"/>
          <w:b/>
          <w:spacing w:val="-10"/>
          <w:sz w:val="30"/>
          <w:szCs w:val="30"/>
        </w:rPr>
      </w:pPr>
      <w:r w:rsidRPr="000D2169">
        <w:rPr>
          <w:rFonts w:ascii="GOST type A" w:hAnsi="GOST type A"/>
          <w:b/>
          <w:spacing w:val="-10"/>
          <w:sz w:val="30"/>
          <w:szCs w:val="30"/>
        </w:rPr>
        <w:t>МУЗ «Городская клиническая больница №6» г. Тверь, ул. Орджоникидзе д.34</w:t>
      </w:r>
    </w:p>
    <w:p w:rsidR="00B37F93" w:rsidRPr="009D0E3E" w:rsidRDefault="00B37F93" w:rsidP="00B37F93">
      <w:pPr>
        <w:pStyle w:val="a3"/>
      </w:pPr>
    </w:p>
    <w:p w:rsidR="00B37F93" w:rsidRDefault="00B37F93" w:rsidP="00B37F93">
      <w:pPr>
        <w:pStyle w:val="a3"/>
      </w:pPr>
    </w:p>
    <w:p w:rsidR="00B37F93" w:rsidRDefault="00B37F93" w:rsidP="00B37F93">
      <w:pPr>
        <w:pStyle w:val="a3"/>
      </w:pPr>
    </w:p>
    <w:p w:rsidR="00B37F93" w:rsidRDefault="00B37F93" w:rsidP="00B37F93">
      <w:pPr>
        <w:pStyle w:val="a3"/>
      </w:pPr>
    </w:p>
    <w:p w:rsidR="00B37F93" w:rsidRDefault="00B37F93" w:rsidP="00B37F93">
      <w:pPr>
        <w:pStyle w:val="a3"/>
      </w:pPr>
    </w:p>
    <w:p w:rsidR="00B37F93" w:rsidRDefault="00B37F93" w:rsidP="00B37F93">
      <w:pPr>
        <w:pStyle w:val="a3"/>
      </w:pPr>
    </w:p>
    <w:p w:rsidR="00B37F93" w:rsidRPr="009D0E3E" w:rsidRDefault="00B37F93" w:rsidP="00B37F93">
      <w:pPr>
        <w:pStyle w:val="a3"/>
      </w:pPr>
    </w:p>
    <w:p w:rsidR="00B37F93" w:rsidRPr="009D0E3E" w:rsidRDefault="00B37F93" w:rsidP="00B37F93">
      <w:pPr>
        <w:pStyle w:val="a3"/>
      </w:pPr>
      <w:r w:rsidRPr="009D0E3E">
        <w:t>РАБОЧИЙ ПРОЕКТ</w:t>
      </w:r>
    </w:p>
    <w:p w:rsidR="00B37F93" w:rsidRDefault="00B37F93" w:rsidP="00B37F93">
      <w:pPr>
        <w:jc w:val="center"/>
        <w:rPr>
          <w:rFonts w:ascii="GOST type A" w:hAnsi="GOST type A"/>
          <w:sz w:val="32"/>
          <w:szCs w:val="32"/>
        </w:rPr>
      </w:pPr>
      <w:r w:rsidRPr="00370B3A">
        <w:rPr>
          <w:rFonts w:ascii="GOST type A" w:hAnsi="GOST type A"/>
          <w:sz w:val="32"/>
          <w:szCs w:val="32"/>
        </w:rPr>
        <w:t xml:space="preserve">УСТРОЙСТВА АВТОМАТИЧЕСКОЙ СИСТЕМЫ ПОЖАРНОЙ СИГНАЛИЗАЦИИ АДРЕСНО-АНАЛОГОВОГО ТИПА И СИСТЕМЫ ОПОВЕЩЕНИЯ И УПРАВЛЕНИЯ ЭВАКУАЦИЕЙ ЛЮДЕЙ ПРИ ПОЖАРЕ II ТИПА В </w:t>
      </w:r>
      <w:r>
        <w:rPr>
          <w:rFonts w:ascii="GOST type A" w:hAnsi="GOST type A"/>
          <w:sz w:val="32"/>
          <w:szCs w:val="32"/>
        </w:rPr>
        <w:t xml:space="preserve">ЗДАНИЯХ И </w:t>
      </w:r>
      <w:r w:rsidRPr="00370B3A">
        <w:rPr>
          <w:rFonts w:ascii="GOST type A" w:hAnsi="GOST type A"/>
          <w:sz w:val="32"/>
          <w:szCs w:val="32"/>
        </w:rPr>
        <w:t>ПОМЕЩЕНИЯХ МУЗ «ГОРОДСКАЯ КЛИНИЧЕСКАЯ БОЛЬНИЦА №6»</w:t>
      </w:r>
    </w:p>
    <w:p w:rsidR="00B37F93" w:rsidRPr="00370B3A" w:rsidRDefault="00B37F93" w:rsidP="00B37F93">
      <w:pPr>
        <w:pStyle w:val="a3"/>
      </w:pPr>
    </w:p>
    <w:p w:rsidR="00B37F93" w:rsidRPr="00370B3A" w:rsidRDefault="00B37F93" w:rsidP="00B37F93">
      <w:pPr>
        <w:pStyle w:val="a3"/>
      </w:pPr>
    </w:p>
    <w:p w:rsidR="00B37F93" w:rsidRPr="00370B3A" w:rsidRDefault="00B37F93" w:rsidP="00B37F93">
      <w:pPr>
        <w:pStyle w:val="a3"/>
      </w:pPr>
    </w:p>
    <w:p w:rsidR="00B37F93" w:rsidRPr="00370B3A" w:rsidRDefault="00B37F93" w:rsidP="00B37F93">
      <w:pPr>
        <w:pStyle w:val="a3"/>
      </w:pPr>
    </w:p>
    <w:p w:rsidR="00B37F93" w:rsidRDefault="00B37F93" w:rsidP="00B37F93">
      <w:pPr>
        <w:pStyle w:val="a3"/>
      </w:pPr>
    </w:p>
    <w:p w:rsidR="00B37F93" w:rsidRPr="00370B3A" w:rsidRDefault="00B37F93" w:rsidP="00B37F93">
      <w:pPr>
        <w:pStyle w:val="a3"/>
      </w:pPr>
    </w:p>
    <w:p w:rsidR="00B37F93" w:rsidRPr="009D0E3E" w:rsidRDefault="00B37F93" w:rsidP="00B37F93">
      <w:pPr>
        <w:pStyle w:val="a3"/>
        <w:ind w:left="4678"/>
        <w:jc w:val="left"/>
        <w:rPr>
          <w:b w:val="0"/>
          <w:sz w:val="30"/>
          <w:szCs w:val="30"/>
        </w:rPr>
      </w:pPr>
      <w:r w:rsidRPr="009D0E3E">
        <w:rPr>
          <w:b w:val="0"/>
          <w:sz w:val="30"/>
          <w:szCs w:val="30"/>
        </w:rPr>
        <w:t xml:space="preserve">Стадия: РП </w:t>
      </w:r>
    </w:p>
    <w:p w:rsidR="00B37F93" w:rsidRPr="009D0E3E" w:rsidRDefault="00B37F93" w:rsidP="00B37F93">
      <w:pPr>
        <w:pStyle w:val="a3"/>
        <w:ind w:left="4678"/>
        <w:jc w:val="left"/>
        <w:rPr>
          <w:b w:val="0"/>
          <w:sz w:val="30"/>
          <w:szCs w:val="30"/>
        </w:rPr>
      </w:pPr>
      <w:r w:rsidRPr="009D0E3E">
        <w:rPr>
          <w:b w:val="0"/>
          <w:sz w:val="30"/>
          <w:szCs w:val="30"/>
        </w:rPr>
        <w:t>Шифр: 0</w:t>
      </w:r>
      <w:r>
        <w:rPr>
          <w:b w:val="0"/>
          <w:sz w:val="30"/>
          <w:szCs w:val="30"/>
        </w:rPr>
        <w:t>4</w:t>
      </w:r>
      <w:r w:rsidRPr="009D0E3E">
        <w:rPr>
          <w:b w:val="0"/>
          <w:sz w:val="30"/>
          <w:szCs w:val="30"/>
        </w:rPr>
        <w:t>-201</w:t>
      </w:r>
      <w:r>
        <w:rPr>
          <w:b w:val="0"/>
          <w:sz w:val="30"/>
          <w:szCs w:val="30"/>
        </w:rPr>
        <w:t>1</w:t>
      </w:r>
      <w:r w:rsidRPr="009D0E3E">
        <w:rPr>
          <w:b w:val="0"/>
          <w:sz w:val="30"/>
          <w:szCs w:val="30"/>
        </w:rPr>
        <w:t>-01-</w:t>
      </w:r>
      <w:r>
        <w:rPr>
          <w:b w:val="0"/>
          <w:sz w:val="30"/>
          <w:szCs w:val="30"/>
        </w:rPr>
        <w:t>1</w:t>
      </w:r>
      <w:r w:rsidRPr="009D0E3E">
        <w:rPr>
          <w:b w:val="0"/>
          <w:sz w:val="30"/>
          <w:szCs w:val="30"/>
        </w:rPr>
        <w:t xml:space="preserve">.АПС.СОУЭ </w:t>
      </w:r>
    </w:p>
    <w:p w:rsidR="00B37F93" w:rsidRDefault="00B37F93" w:rsidP="00B37F93">
      <w:pPr>
        <w:pStyle w:val="a3"/>
        <w:rPr>
          <w:b w:val="0"/>
          <w:sz w:val="30"/>
          <w:szCs w:val="30"/>
        </w:rPr>
      </w:pPr>
    </w:p>
    <w:p w:rsidR="00B37F93" w:rsidRPr="009D0E3E" w:rsidRDefault="00B37F93" w:rsidP="00B37F93">
      <w:pPr>
        <w:pStyle w:val="a3"/>
        <w:rPr>
          <w:b w:val="0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pacing w:val="-8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pacing w:val="-8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pacing w:val="-8"/>
          <w:sz w:val="30"/>
          <w:szCs w:val="30"/>
        </w:rPr>
      </w:pPr>
    </w:p>
    <w:p w:rsidR="00B37F93" w:rsidRDefault="00B37F93" w:rsidP="00B37F93">
      <w:pPr>
        <w:pStyle w:val="a3"/>
        <w:rPr>
          <w:b w:val="0"/>
          <w:spacing w:val="-8"/>
          <w:sz w:val="30"/>
          <w:szCs w:val="30"/>
        </w:rPr>
        <w:sectPr w:rsidR="00B37F93" w:rsidSect="009D0E3E">
          <w:headerReference w:type="first" r:id="rId7"/>
          <w:pgSz w:w="11907" w:h="16840" w:code="9"/>
          <w:pgMar w:top="709" w:right="567" w:bottom="851" w:left="1560" w:header="284" w:footer="284" w:gutter="0"/>
          <w:cols w:space="720"/>
        </w:sectPr>
      </w:pPr>
      <w:r>
        <w:rPr>
          <w:b w:val="0"/>
          <w:spacing w:val="-8"/>
          <w:sz w:val="30"/>
          <w:szCs w:val="30"/>
        </w:rPr>
        <w:t>Тверь 2011 г.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-234315</wp:posOffset>
            </wp:positionV>
            <wp:extent cx="1295400" cy="1438275"/>
            <wp:effectExtent l="19050" t="0" r="0" b="0"/>
            <wp:wrapNone/>
            <wp:docPr id="3" name="Рисунок 1" descr="D:\Награды\Дизайн проекты\Знак ВДПО(6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Награды\Дизайн проекты\Знак ВДПО(6)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0A53">
        <w:rPr>
          <w:rFonts w:ascii="Times New Roman" w:hAnsi="Times New Roman"/>
          <w:sz w:val="24"/>
          <w:szCs w:val="24"/>
        </w:rPr>
        <w:t>Тверское городское отделение Тверского регионального отделения ВДПО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170004, г. Тверь, ул. 1-ая за Линией ОЖД, д. 1А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тел.: (4822) 42-28-56 отдел снабжения и сбыта 42-27-15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  <w:lang w:val="en-US"/>
        </w:rPr>
        <w:t>E-mail: sbvdpo@mail.ru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</w:rPr>
        <w:t>ИНН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6950027026  </w:t>
      </w:r>
      <w:r w:rsidRPr="00800A53">
        <w:rPr>
          <w:rFonts w:ascii="Times New Roman" w:hAnsi="Times New Roman"/>
          <w:sz w:val="24"/>
          <w:szCs w:val="24"/>
        </w:rPr>
        <w:t>КПП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695001001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р/сч. 40703810007100000178 в ОАО АКБ «Авангард» г. Москва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БИК 044525201</w:t>
      </w:r>
    </w:p>
    <w:p w:rsidR="00DC5F76" w:rsidRPr="00800A53" w:rsidRDefault="0014365D" w:rsidP="00DC5F76">
      <w:pPr>
        <w:pStyle w:val="a5"/>
        <w:ind w:left="1843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9259" type="#_x0000_t32" style="position:absolute;left:0;text-align:left;margin-left:53.85pt;margin-top:12.2pt;width:403.85pt;height:.05pt;z-index:251662336" o:connectortype="straight"/>
        </w:pict>
      </w:r>
      <w:r>
        <w:rPr>
          <w:noProof/>
          <w:sz w:val="24"/>
          <w:szCs w:val="24"/>
        </w:rPr>
        <w:pict>
          <v:shape id="_x0000_s9258" type="#_x0000_t32" style="position:absolute;left:0;text-align:left;margin-left:22.9pt;margin-top:7.2pt;width:471.3pt;height:0;z-index:251661312" o:connectortype="straight"/>
        </w:pict>
      </w:r>
    </w:p>
    <w:p w:rsidR="00DC5F76" w:rsidRDefault="0014365D" w:rsidP="00DC5F76">
      <w:pPr>
        <w:pStyle w:val="ac"/>
        <w:ind w:left="6237" w:firstLine="0"/>
        <w:rPr>
          <w:rStyle w:val="apple-style-span"/>
          <w:bCs/>
          <w:sz w:val="28"/>
          <w:szCs w:val="28"/>
        </w:rPr>
      </w:pPr>
      <w:r w:rsidRPr="0014365D">
        <w:rPr>
          <w:noProof/>
          <w:sz w:val="24"/>
          <w:szCs w:val="24"/>
          <w:lang w:eastAsia="ru-RU"/>
        </w:rPr>
        <w:pict>
          <v:shape id="_x0000_s9260" type="#_x0000_t32" style="position:absolute;left:0;text-align:left;margin-left:100.4pt;margin-top:4.8pt;width:307.85pt;height:.05pt;z-index:251663360" o:connectortype="straight"/>
        </w:pict>
      </w:r>
    </w:p>
    <w:p w:rsidR="00DC5F76" w:rsidRDefault="00DC5F76" w:rsidP="00DC5F76">
      <w:pPr>
        <w:pStyle w:val="ac"/>
        <w:ind w:left="6237" w:firstLine="0"/>
        <w:rPr>
          <w:rStyle w:val="apple-style-span"/>
          <w:bCs/>
          <w:sz w:val="28"/>
          <w:szCs w:val="28"/>
        </w:rPr>
      </w:pPr>
    </w:p>
    <w:p w:rsidR="00370B3A" w:rsidRPr="000D2169" w:rsidRDefault="00370B3A" w:rsidP="006F441F">
      <w:pPr>
        <w:pBdr>
          <w:bottom w:val="threeDEmboss" w:sz="36" w:space="1" w:color="auto"/>
        </w:pBdr>
        <w:jc w:val="center"/>
        <w:rPr>
          <w:rFonts w:ascii="GOST type A" w:hAnsi="GOST type A"/>
          <w:b/>
          <w:spacing w:val="-10"/>
          <w:sz w:val="30"/>
          <w:szCs w:val="30"/>
        </w:rPr>
      </w:pPr>
      <w:r w:rsidRPr="000D2169">
        <w:rPr>
          <w:rFonts w:ascii="GOST type A" w:hAnsi="GOST type A"/>
          <w:b/>
          <w:spacing w:val="-10"/>
          <w:sz w:val="30"/>
          <w:szCs w:val="30"/>
        </w:rPr>
        <w:t>МУЗ «Городская клиническая больница №6» г. Тверь, ул. Орджоникидзе д.34</w:t>
      </w:r>
    </w:p>
    <w:p w:rsidR="009D0E3E" w:rsidRPr="009D0E3E" w:rsidRDefault="009D0E3E" w:rsidP="009D0E3E">
      <w:pPr>
        <w:pStyle w:val="a3"/>
      </w:pPr>
    </w:p>
    <w:p w:rsidR="009D0E3E" w:rsidRDefault="009D0E3E" w:rsidP="009D0E3E">
      <w:pPr>
        <w:pStyle w:val="a3"/>
      </w:pPr>
    </w:p>
    <w:p w:rsidR="009D0E3E" w:rsidRDefault="009D0E3E" w:rsidP="009D0E3E">
      <w:pPr>
        <w:pStyle w:val="a3"/>
      </w:pPr>
    </w:p>
    <w:p w:rsidR="009D0E3E" w:rsidRDefault="009D0E3E" w:rsidP="009D0E3E">
      <w:pPr>
        <w:pStyle w:val="a3"/>
      </w:pPr>
    </w:p>
    <w:p w:rsidR="006F441F" w:rsidRDefault="006F441F" w:rsidP="009D0E3E">
      <w:pPr>
        <w:pStyle w:val="a3"/>
      </w:pPr>
    </w:p>
    <w:p w:rsidR="009D0E3E" w:rsidRDefault="009D0E3E" w:rsidP="009D0E3E">
      <w:pPr>
        <w:pStyle w:val="a3"/>
      </w:pPr>
    </w:p>
    <w:p w:rsidR="009D0E3E" w:rsidRPr="009D0E3E" w:rsidRDefault="009D0E3E" w:rsidP="009D0E3E">
      <w:pPr>
        <w:pStyle w:val="a3"/>
      </w:pPr>
    </w:p>
    <w:p w:rsidR="00370B3A" w:rsidRPr="009D0E3E" w:rsidRDefault="00370B3A" w:rsidP="009D0E3E">
      <w:pPr>
        <w:pStyle w:val="a3"/>
      </w:pPr>
      <w:r w:rsidRPr="009D0E3E">
        <w:t>РАБОЧИЙ ПРОЕКТ</w:t>
      </w:r>
    </w:p>
    <w:p w:rsidR="00370B3A" w:rsidRDefault="00370B3A" w:rsidP="00370B3A">
      <w:pPr>
        <w:jc w:val="center"/>
        <w:rPr>
          <w:rFonts w:ascii="GOST type A" w:hAnsi="GOST type A"/>
          <w:sz w:val="32"/>
          <w:szCs w:val="32"/>
        </w:rPr>
      </w:pPr>
      <w:r w:rsidRPr="00370B3A">
        <w:rPr>
          <w:rFonts w:ascii="GOST type A" w:hAnsi="GOST type A"/>
          <w:sz w:val="32"/>
          <w:szCs w:val="32"/>
        </w:rPr>
        <w:t xml:space="preserve">УСТРОЙСТВА АВТОМАТИЧЕСКОЙ СИСТЕМЫ ПОЖАРНОЙ СИГНАЛИЗАЦИИ АДРЕСНО-АНАЛОГОВОГО ТИПА И СИСТЕМЫ ОПОВЕЩЕНИЯ И УПРАВЛЕНИЯ ЭВАКУАЦИЕЙ ЛЮДЕЙ ПРИ ПОЖАРЕ II ТИПА В </w:t>
      </w:r>
      <w:r>
        <w:rPr>
          <w:rFonts w:ascii="GOST type A" w:hAnsi="GOST type A"/>
          <w:sz w:val="32"/>
          <w:szCs w:val="32"/>
        </w:rPr>
        <w:t xml:space="preserve">ЗДАНИЯХ И </w:t>
      </w:r>
      <w:r w:rsidRPr="00370B3A">
        <w:rPr>
          <w:rFonts w:ascii="GOST type A" w:hAnsi="GOST type A"/>
          <w:sz w:val="32"/>
          <w:szCs w:val="32"/>
        </w:rPr>
        <w:t>ПОМЕЩЕНИЯХ МУЗ «ГОРОДСКАЯ КЛИНИЧЕСКАЯ БОЛЬНИЦА №6»</w:t>
      </w:r>
    </w:p>
    <w:p w:rsidR="00370B3A" w:rsidRPr="00370B3A" w:rsidRDefault="00370B3A" w:rsidP="009D0E3E">
      <w:pPr>
        <w:pStyle w:val="a3"/>
      </w:pPr>
    </w:p>
    <w:p w:rsidR="00370B3A" w:rsidRPr="00370B3A" w:rsidRDefault="00370B3A" w:rsidP="009D0E3E">
      <w:pPr>
        <w:pStyle w:val="a3"/>
      </w:pPr>
    </w:p>
    <w:p w:rsidR="00370B3A" w:rsidRPr="00370B3A" w:rsidRDefault="00370B3A" w:rsidP="009D0E3E">
      <w:pPr>
        <w:pStyle w:val="a3"/>
      </w:pPr>
    </w:p>
    <w:p w:rsidR="00370B3A" w:rsidRPr="00370B3A" w:rsidRDefault="00370B3A" w:rsidP="009D0E3E">
      <w:pPr>
        <w:pStyle w:val="a3"/>
      </w:pPr>
    </w:p>
    <w:p w:rsidR="00370B3A" w:rsidRDefault="00370B3A" w:rsidP="009D0E3E">
      <w:pPr>
        <w:pStyle w:val="a3"/>
      </w:pPr>
    </w:p>
    <w:p w:rsidR="006F441F" w:rsidRPr="00370B3A" w:rsidRDefault="006F441F" w:rsidP="009D0E3E">
      <w:pPr>
        <w:pStyle w:val="a3"/>
      </w:pPr>
    </w:p>
    <w:p w:rsidR="00370B3A" w:rsidRPr="009D0E3E" w:rsidRDefault="00370B3A" w:rsidP="009D0E3E">
      <w:pPr>
        <w:pStyle w:val="a3"/>
        <w:ind w:left="4678"/>
        <w:jc w:val="left"/>
        <w:rPr>
          <w:b w:val="0"/>
          <w:sz w:val="30"/>
          <w:szCs w:val="30"/>
        </w:rPr>
      </w:pPr>
      <w:r w:rsidRPr="009D0E3E">
        <w:rPr>
          <w:b w:val="0"/>
          <w:sz w:val="30"/>
          <w:szCs w:val="30"/>
        </w:rPr>
        <w:t xml:space="preserve">Стадия: РП </w:t>
      </w:r>
    </w:p>
    <w:p w:rsidR="00370B3A" w:rsidRPr="009D0E3E" w:rsidRDefault="00370B3A" w:rsidP="009D0E3E">
      <w:pPr>
        <w:pStyle w:val="a3"/>
        <w:ind w:left="4678"/>
        <w:jc w:val="left"/>
        <w:rPr>
          <w:b w:val="0"/>
          <w:sz w:val="30"/>
          <w:szCs w:val="30"/>
        </w:rPr>
      </w:pPr>
      <w:r w:rsidRPr="009D0E3E">
        <w:rPr>
          <w:b w:val="0"/>
          <w:sz w:val="30"/>
          <w:szCs w:val="30"/>
        </w:rPr>
        <w:t>Шифр: 0</w:t>
      </w:r>
      <w:r w:rsidR="009D0E3E">
        <w:rPr>
          <w:b w:val="0"/>
          <w:sz w:val="30"/>
          <w:szCs w:val="30"/>
        </w:rPr>
        <w:t>4</w:t>
      </w:r>
      <w:r w:rsidRPr="009D0E3E">
        <w:rPr>
          <w:b w:val="0"/>
          <w:sz w:val="30"/>
          <w:szCs w:val="30"/>
        </w:rPr>
        <w:t>-201</w:t>
      </w:r>
      <w:r w:rsidR="009D0E3E">
        <w:rPr>
          <w:b w:val="0"/>
          <w:sz w:val="30"/>
          <w:szCs w:val="30"/>
        </w:rPr>
        <w:t>1</w:t>
      </w:r>
      <w:r w:rsidRPr="009D0E3E">
        <w:rPr>
          <w:b w:val="0"/>
          <w:sz w:val="30"/>
          <w:szCs w:val="30"/>
        </w:rPr>
        <w:t>-01-</w:t>
      </w:r>
      <w:r w:rsidR="009D0E3E">
        <w:rPr>
          <w:b w:val="0"/>
          <w:sz w:val="30"/>
          <w:szCs w:val="30"/>
        </w:rPr>
        <w:t>1</w:t>
      </w:r>
      <w:r w:rsidRPr="009D0E3E">
        <w:rPr>
          <w:b w:val="0"/>
          <w:sz w:val="30"/>
          <w:szCs w:val="30"/>
        </w:rPr>
        <w:t xml:space="preserve">.АПС.СОУЭ </w:t>
      </w:r>
    </w:p>
    <w:p w:rsidR="009D0E3E" w:rsidRDefault="009D0E3E" w:rsidP="009D0E3E">
      <w:pPr>
        <w:pStyle w:val="a3"/>
        <w:rPr>
          <w:b w:val="0"/>
          <w:sz w:val="30"/>
          <w:szCs w:val="30"/>
        </w:rPr>
      </w:pPr>
    </w:p>
    <w:p w:rsidR="006F441F" w:rsidRDefault="006F441F" w:rsidP="009D0E3E">
      <w:pPr>
        <w:pStyle w:val="a3"/>
        <w:rPr>
          <w:b w:val="0"/>
          <w:sz w:val="30"/>
          <w:szCs w:val="30"/>
        </w:rPr>
      </w:pPr>
    </w:p>
    <w:p w:rsidR="00B37F93" w:rsidRDefault="00B37F93" w:rsidP="009D0E3E">
      <w:pPr>
        <w:pStyle w:val="a3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Председатель совета</w:t>
      </w:r>
      <w:r w:rsidRPr="009D0E3E">
        <w:rPr>
          <w:b w:val="0"/>
          <w:sz w:val="30"/>
          <w:szCs w:val="30"/>
        </w:rPr>
        <w:tab/>
      </w:r>
      <w:r>
        <w:rPr>
          <w:b w:val="0"/>
          <w:sz w:val="30"/>
          <w:szCs w:val="30"/>
        </w:rPr>
        <w:t>А.Н.Халюков</w:t>
      </w:r>
    </w:p>
    <w:p w:rsidR="00B37F93" w:rsidRDefault="00B37F93" w:rsidP="009D0E3E">
      <w:pPr>
        <w:pStyle w:val="a3"/>
        <w:rPr>
          <w:b w:val="0"/>
          <w:sz w:val="30"/>
          <w:szCs w:val="30"/>
        </w:rPr>
      </w:pPr>
    </w:p>
    <w:p w:rsidR="00B37F93" w:rsidRPr="009D0E3E" w:rsidRDefault="00B37F93" w:rsidP="009D0E3E">
      <w:pPr>
        <w:pStyle w:val="a3"/>
        <w:rPr>
          <w:b w:val="0"/>
          <w:sz w:val="30"/>
          <w:szCs w:val="30"/>
        </w:rPr>
      </w:pPr>
    </w:p>
    <w:p w:rsidR="00370B3A" w:rsidRDefault="00370B3A" w:rsidP="009D0E3E">
      <w:pPr>
        <w:pStyle w:val="a3"/>
        <w:rPr>
          <w:b w:val="0"/>
          <w:sz w:val="30"/>
          <w:szCs w:val="30"/>
        </w:rPr>
      </w:pPr>
      <w:r w:rsidRPr="009D0E3E">
        <w:rPr>
          <w:b w:val="0"/>
          <w:sz w:val="30"/>
          <w:szCs w:val="30"/>
        </w:rPr>
        <w:t>Главный инженер проекта</w:t>
      </w:r>
      <w:r w:rsidR="009D0E3E" w:rsidRPr="009D0E3E">
        <w:rPr>
          <w:b w:val="0"/>
          <w:sz w:val="30"/>
          <w:szCs w:val="30"/>
        </w:rPr>
        <w:tab/>
      </w:r>
      <w:r w:rsidR="009D0E3E">
        <w:rPr>
          <w:b w:val="0"/>
          <w:sz w:val="30"/>
          <w:szCs w:val="30"/>
        </w:rPr>
        <w:t>А.А.Синковец</w:t>
      </w:r>
    </w:p>
    <w:p w:rsidR="009D0E3E" w:rsidRDefault="009D0E3E" w:rsidP="009D0E3E">
      <w:pPr>
        <w:pStyle w:val="a3"/>
        <w:rPr>
          <w:b w:val="0"/>
          <w:sz w:val="30"/>
          <w:szCs w:val="30"/>
        </w:rPr>
      </w:pPr>
    </w:p>
    <w:p w:rsidR="009D0E3E" w:rsidRDefault="009D0E3E" w:rsidP="009D0E3E">
      <w:pPr>
        <w:pStyle w:val="a3"/>
        <w:rPr>
          <w:b w:val="0"/>
          <w:sz w:val="30"/>
          <w:szCs w:val="30"/>
        </w:rPr>
      </w:pPr>
    </w:p>
    <w:p w:rsidR="009D0E3E" w:rsidRDefault="009D0E3E" w:rsidP="009D0E3E">
      <w:pPr>
        <w:pStyle w:val="a3"/>
        <w:rPr>
          <w:b w:val="0"/>
          <w:spacing w:val="-8"/>
          <w:sz w:val="30"/>
          <w:szCs w:val="30"/>
        </w:rPr>
      </w:pPr>
    </w:p>
    <w:p w:rsidR="009D0E3E" w:rsidRDefault="009D0E3E" w:rsidP="009D0E3E">
      <w:pPr>
        <w:pStyle w:val="a3"/>
        <w:rPr>
          <w:b w:val="0"/>
          <w:spacing w:val="-8"/>
          <w:sz w:val="30"/>
          <w:szCs w:val="30"/>
        </w:rPr>
      </w:pPr>
    </w:p>
    <w:p w:rsidR="009D0E3E" w:rsidRDefault="009D0E3E" w:rsidP="009D0E3E">
      <w:pPr>
        <w:pStyle w:val="a3"/>
        <w:rPr>
          <w:b w:val="0"/>
          <w:spacing w:val="-8"/>
          <w:sz w:val="30"/>
          <w:szCs w:val="30"/>
        </w:rPr>
      </w:pPr>
    </w:p>
    <w:p w:rsidR="00B37F93" w:rsidRDefault="009D0E3E" w:rsidP="00B37F93">
      <w:pPr>
        <w:pStyle w:val="a3"/>
        <w:rPr>
          <w:b w:val="0"/>
          <w:spacing w:val="-8"/>
          <w:sz w:val="30"/>
          <w:szCs w:val="30"/>
        </w:rPr>
        <w:sectPr w:rsidR="00B37F93" w:rsidSect="009D0E3E">
          <w:headerReference w:type="default" r:id="rId8"/>
          <w:headerReference w:type="first" r:id="rId9"/>
          <w:pgSz w:w="11907" w:h="16840" w:code="9"/>
          <w:pgMar w:top="709" w:right="567" w:bottom="851" w:left="1560" w:header="284" w:footer="284" w:gutter="0"/>
          <w:cols w:space="720"/>
        </w:sectPr>
      </w:pPr>
      <w:r>
        <w:rPr>
          <w:b w:val="0"/>
          <w:spacing w:val="-8"/>
          <w:sz w:val="30"/>
          <w:szCs w:val="30"/>
        </w:rPr>
        <w:t>Тверь 2011 г.</w:t>
      </w:r>
      <w:r w:rsidR="00B37F93" w:rsidRPr="00B37F93">
        <w:rPr>
          <w:b w:val="0"/>
          <w:spacing w:val="-8"/>
          <w:sz w:val="30"/>
          <w:szCs w:val="30"/>
        </w:rPr>
        <w:t xml:space="preserve"> </w:t>
      </w:r>
    </w:p>
    <w:p w:rsidR="00F55BFC" w:rsidRPr="00B37F93" w:rsidRDefault="00B37F93" w:rsidP="009D0E3E">
      <w:pPr>
        <w:pStyle w:val="a3"/>
        <w:rPr>
          <w:b w:val="0"/>
          <w:i w:val="0"/>
          <w:spacing w:val="-8"/>
          <w:sz w:val="30"/>
          <w:szCs w:val="30"/>
        </w:rPr>
        <w:sectPr w:rsidR="00F55BFC" w:rsidRPr="00B37F93" w:rsidSect="009D0E3E">
          <w:headerReference w:type="default" r:id="rId10"/>
          <w:headerReference w:type="first" r:id="rId11"/>
          <w:pgSz w:w="11907" w:h="16840" w:code="9"/>
          <w:pgMar w:top="709" w:right="567" w:bottom="851" w:left="1560" w:header="284" w:footer="284" w:gutter="0"/>
          <w:cols w:space="720"/>
        </w:sectPr>
      </w:pPr>
      <w:r>
        <w:rPr>
          <w:b w:val="0"/>
          <w:i w:val="0"/>
          <w:noProof/>
          <w:spacing w:val="-8"/>
          <w:sz w:val="30"/>
          <w:szCs w:val="3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9276" type="#_x0000_t202" style="position:absolute;left:0;text-align:left;margin-left:-55.8pt;margin-top:327.6pt;width:517.05pt;height:196.85pt;z-index:251689984">
            <v:textbox>
              <w:txbxContent>
                <w:p w:rsidR="00071DC4" w:rsidRDefault="00071DC4" w:rsidP="00B37F93">
                  <w:pPr>
                    <w:pStyle w:val="ac"/>
                    <w:rPr>
                      <w:rFonts w:ascii="GOST type A" w:hAnsi="GOST type A"/>
                      <w:i/>
                    </w:rPr>
                  </w:pPr>
                </w:p>
                <w:p w:rsidR="00071DC4" w:rsidRDefault="00071DC4" w:rsidP="00B37F93">
                  <w:pPr>
                    <w:pStyle w:val="ac"/>
                    <w:rPr>
                      <w:rFonts w:ascii="GOST type A" w:hAnsi="GOST type A"/>
                      <w:i/>
                    </w:rPr>
                  </w:pPr>
                  <w:r w:rsidRPr="00B37F93">
                    <w:rPr>
                      <w:rFonts w:ascii="GOST type A" w:hAnsi="GOST type A"/>
                      <w:i/>
                    </w:rPr>
                    <w:t xml:space="preserve">Рабочий проект устройства автоматической системы пожарной сигнализации адресно-аналогового типа и системы оповещения и управления эвакуацией людей при пожаре II типа в </w:t>
                  </w:r>
                  <w:r>
                    <w:rPr>
                      <w:rFonts w:ascii="GOST type A" w:hAnsi="GOST type A"/>
                      <w:i/>
                    </w:rPr>
                    <w:t xml:space="preserve">помещениях пищеблока </w:t>
                  </w:r>
                  <w:r w:rsidRPr="00B37F93">
                    <w:rPr>
                      <w:rFonts w:ascii="GOST type A" w:hAnsi="GOST type A"/>
                      <w:i/>
                    </w:rPr>
                    <w:t xml:space="preserve">МУЗ «Городская клиническая больница №6» расположенного по адресу: г. Тверь, ул. Орджоникидзе д.49 соответствует требованиям действующих Норм и Сводов Правил пожарной безопасности и предусматривает безопасную эксплуатацию объекта при соблюдении предложенных проектом мероприятий. </w:t>
                  </w:r>
                </w:p>
                <w:p w:rsidR="00071DC4" w:rsidRDefault="00071DC4" w:rsidP="00B37F93">
                  <w:pPr>
                    <w:pStyle w:val="ac"/>
                    <w:rPr>
                      <w:rFonts w:ascii="GOST type A" w:hAnsi="GOST type A"/>
                      <w:i/>
                    </w:rPr>
                  </w:pPr>
                </w:p>
                <w:p w:rsidR="00071DC4" w:rsidRPr="00B37F93" w:rsidRDefault="00071DC4" w:rsidP="00B37F93">
                  <w:pPr>
                    <w:pStyle w:val="ac"/>
                    <w:rPr>
                      <w:rFonts w:ascii="GOST type A" w:hAnsi="GOST type A"/>
                      <w:i/>
                    </w:rPr>
                  </w:pPr>
                </w:p>
                <w:p w:rsidR="00071DC4" w:rsidRPr="00B37F93" w:rsidRDefault="00071DC4" w:rsidP="00B37F93">
                  <w:pPr>
                    <w:pStyle w:val="ac"/>
                    <w:tabs>
                      <w:tab w:val="left" w:pos="7230"/>
                    </w:tabs>
                    <w:rPr>
                      <w:rFonts w:ascii="GOST type A" w:hAnsi="GOST type A"/>
                      <w:i/>
                    </w:rPr>
                  </w:pPr>
                  <w:r w:rsidRPr="00B37F93">
                    <w:rPr>
                      <w:rFonts w:ascii="GOST type A" w:hAnsi="GOST type A"/>
                      <w:i/>
                    </w:rPr>
                    <w:t xml:space="preserve">Главный инженер проекта </w:t>
                  </w:r>
                  <w:r>
                    <w:rPr>
                      <w:rFonts w:ascii="GOST type A" w:hAnsi="GOST type A"/>
                      <w:i/>
                    </w:rPr>
                    <w:tab/>
                    <w:t>А.А.Синковец</w:t>
                  </w:r>
                </w:p>
              </w:txbxContent>
            </v:textbox>
          </v:shape>
        </w:pict>
      </w:r>
    </w:p>
    <w:p w:rsidR="00DC5F76" w:rsidRPr="00A15D97" w:rsidRDefault="000D2169" w:rsidP="009D0E3E">
      <w:pPr>
        <w:pStyle w:val="a3"/>
        <w:rPr>
          <w:b w:val="0"/>
          <w:spacing w:val="-8"/>
        </w:rPr>
      </w:pPr>
      <w:r w:rsidRPr="00A15D97">
        <w:rPr>
          <w:b w:val="0"/>
          <w:spacing w:val="-8"/>
        </w:rPr>
        <w:lastRenderedPageBreak/>
        <w:t>Состав проекта</w:t>
      </w:r>
    </w:p>
    <w:p w:rsidR="00A15D97" w:rsidRDefault="00A15D97" w:rsidP="009D0E3E">
      <w:pPr>
        <w:pStyle w:val="a3"/>
        <w:rPr>
          <w:b w:val="0"/>
          <w:spacing w:val="-8"/>
          <w:sz w:val="30"/>
          <w:szCs w:val="30"/>
        </w:rPr>
      </w:pPr>
    </w:p>
    <w:tbl>
      <w:tblPr>
        <w:tblStyle w:val="ae"/>
        <w:tblW w:w="0" w:type="auto"/>
        <w:tblLook w:val="04A0"/>
      </w:tblPr>
      <w:tblGrid>
        <w:gridCol w:w="3332"/>
        <w:gridCol w:w="3332"/>
        <w:gridCol w:w="3332"/>
      </w:tblGrid>
      <w:tr w:rsidR="000D2169" w:rsidTr="000D2169">
        <w:tc>
          <w:tcPr>
            <w:tcW w:w="3332" w:type="dxa"/>
          </w:tcPr>
          <w:p w:rsidR="000D2169" w:rsidRPr="00A15D97" w:rsidRDefault="000D2169" w:rsidP="000D2169">
            <w:pPr>
              <w:pStyle w:val="a3"/>
              <w:rPr>
                <w:b w:val="0"/>
                <w:spacing w:val="-8"/>
              </w:rPr>
            </w:pPr>
            <w:r w:rsidRPr="00A15D97">
              <w:rPr>
                <w:b w:val="0"/>
                <w:spacing w:val="-8"/>
              </w:rPr>
              <w:t>Обозначение</w:t>
            </w:r>
          </w:p>
        </w:tc>
        <w:tc>
          <w:tcPr>
            <w:tcW w:w="3332" w:type="dxa"/>
          </w:tcPr>
          <w:p w:rsidR="000D2169" w:rsidRPr="00A15D97" w:rsidRDefault="000D2169" w:rsidP="000D2169">
            <w:pPr>
              <w:pStyle w:val="a3"/>
              <w:rPr>
                <w:b w:val="0"/>
                <w:spacing w:val="-8"/>
              </w:rPr>
            </w:pPr>
            <w:r w:rsidRPr="00A15D97">
              <w:rPr>
                <w:b w:val="0"/>
                <w:spacing w:val="-8"/>
              </w:rPr>
              <w:t>Наименование</w:t>
            </w:r>
          </w:p>
        </w:tc>
        <w:tc>
          <w:tcPr>
            <w:tcW w:w="3332" w:type="dxa"/>
          </w:tcPr>
          <w:p w:rsidR="000D2169" w:rsidRPr="00A15D97" w:rsidRDefault="000D2169" w:rsidP="000D2169">
            <w:pPr>
              <w:pStyle w:val="a3"/>
              <w:rPr>
                <w:b w:val="0"/>
                <w:spacing w:val="-8"/>
              </w:rPr>
            </w:pPr>
            <w:r w:rsidRPr="00A15D97">
              <w:rPr>
                <w:b w:val="0"/>
                <w:spacing w:val="-8"/>
              </w:rPr>
              <w:t>Примечание</w:t>
            </w:r>
          </w:p>
        </w:tc>
      </w:tr>
      <w:tr w:rsidR="000D2169" w:rsidTr="000D2169">
        <w:tc>
          <w:tcPr>
            <w:tcW w:w="3332" w:type="dxa"/>
          </w:tcPr>
          <w:p w:rsidR="000D2169" w:rsidRDefault="00A15D97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  <w:r w:rsidRPr="009D0E3E">
              <w:rPr>
                <w:b w:val="0"/>
                <w:sz w:val="30"/>
                <w:szCs w:val="30"/>
              </w:rPr>
              <w:t>0</w:t>
            </w:r>
            <w:r>
              <w:rPr>
                <w:b w:val="0"/>
                <w:sz w:val="30"/>
                <w:szCs w:val="30"/>
              </w:rPr>
              <w:t>4</w:t>
            </w:r>
            <w:r w:rsidRPr="009D0E3E">
              <w:rPr>
                <w:b w:val="0"/>
                <w:sz w:val="30"/>
                <w:szCs w:val="30"/>
              </w:rPr>
              <w:t>-201</w:t>
            </w:r>
            <w:r>
              <w:rPr>
                <w:b w:val="0"/>
                <w:sz w:val="30"/>
                <w:szCs w:val="30"/>
              </w:rPr>
              <w:t>1</w:t>
            </w:r>
            <w:r w:rsidRPr="009D0E3E">
              <w:rPr>
                <w:b w:val="0"/>
                <w:sz w:val="30"/>
                <w:szCs w:val="30"/>
              </w:rPr>
              <w:t>-01-</w:t>
            </w:r>
            <w:r>
              <w:rPr>
                <w:b w:val="0"/>
                <w:sz w:val="30"/>
                <w:szCs w:val="30"/>
              </w:rPr>
              <w:t>1</w:t>
            </w:r>
            <w:r w:rsidRPr="009D0E3E">
              <w:rPr>
                <w:b w:val="0"/>
                <w:sz w:val="30"/>
                <w:szCs w:val="30"/>
              </w:rPr>
              <w:t>.АПС.СОУЭ</w:t>
            </w:r>
            <w:r>
              <w:rPr>
                <w:b w:val="0"/>
                <w:sz w:val="30"/>
                <w:szCs w:val="30"/>
              </w:rPr>
              <w:t>.ПЗ</w:t>
            </w:r>
          </w:p>
        </w:tc>
        <w:tc>
          <w:tcPr>
            <w:tcW w:w="3332" w:type="dxa"/>
          </w:tcPr>
          <w:p w:rsidR="000D2169" w:rsidRDefault="00A15D97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  <w:r>
              <w:rPr>
                <w:b w:val="0"/>
                <w:spacing w:val="-8"/>
                <w:sz w:val="30"/>
                <w:szCs w:val="30"/>
              </w:rPr>
              <w:t>Пояснительная записка</w:t>
            </w:r>
          </w:p>
        </w:tc>
        <w:tc>
          <w:tcPr>
            <w:tcW w:w="3332" w:type="dxa"/>
          </w:tcPr>
          <w:p w:rsidR="000D2169" w:rsidRDefault="000D2169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</w:p>
        </w:tc>
      </w:tr>
      <w:tr w:rsidR="000D2169" w:rsidTr="000D2169">
        <w:tc>
          <w:tcPr>
            <w:tcW w:w="3332" w:type="dxa"/>
          </w:tcPr>
          <w:p w:rsidR="000D2169" w:rsidRDefault="00A15D97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  <w:r w:rsidRPr="009D0E3E">
              <w:rPr>
                <w:b w:val="0"/>
                <w:sz w:val="30"/>
                <w:szCs w:val="30"/>
              </w:rPr>
              <w:t>0</w:t>
            </w:r>
            <w:r>
              <w:rPr>
                <w:b w:val="0"/>
                <w:sz w:val="30"/>
                <w:szCs w:val="30"/>
              </w:rPr>
              <w:t>4</w:t>
            </w:r>
            <w:r w:rsidRPr="009D0E3E">
              <w:rPr>
                <w:b w:val="0"/>
                <w:sz w:val="30"/>
                <w:szCs w:val="30"/>
              </w:rPr>
              <w:t>-201</w:t>
            </w:r>
            <w:r>
              <w:rPr>
                <w:b w:val="0"/>
                <w:sz w:val="30"/>
                <w:szCs w:val="30"/>
              </w:rPr>
              <w:t>1</w:t>
            </w:r>
            <w:r w:rsidRPr="009D0E3E">
              <w:rPr>
                <w:b w:val="0"/>
                <w:sz w:val="30"/>
                <w:szCs w:val="30"/>
              </w:rPr>
              <w:t>-01-</w:t>
            </w:r>
            <w:r>
              <w:rPr>
                <w:b w:val="0"/>
                <w:sz w:val="30"/>
                <w:szCs w:val="30"/>
              </w:rPr>
              <w:t>1</w:t>
            </w:r>
            <w:r w:rsidRPr="009D0E3E">
              <w:rPr>
                <w:b w:val="0"/>
                <w:sz w:val="30"/>
                <w:szCs w:val="30"/>
              </w:rPr>
              <w:t>.АПС.СОУЭ</w:t>
            </w:r>
          </w:p>
        </w:tc>
        <w:tc>
          <w:tcPr>
            <w:tcW w:w="3332" w:type="dxa"/>
          </w:tcPr>
          <w:p w:rsidR="000D2169" w:rsidRDefault="00A15D97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  <w:r>
              <w:rPr>
                <w:b w:val="0"/>
                <w:spacing w:val="-8"/>
                <w:sz w:val="30"/>
                <w:szCs w:val="30"/>
              </w:rPr>
              <w:t>Рабочие чертежи</w:t>
            </w:r>
          </w:p>
        </w:tc>
        <w:tc>
          <w:tcPr>
            <w:tcW w:w="3332" w:type="dxa"/>
          </w:tcPr>
          <w:p w:rsidR="000D2169" w:rsidRDefault="000D2169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</w:p>
        </w:tc>
      </w:tr>
      <w:tr w:rsidR="000D2169" w:rsidTr="000D2169">
        <w:tc>
          <w:tcPr>
            <w:tcW w:w="3332" w:type="dxa"/>
          </w:tcPr>
          <w:p w:rsidR="000D2169" w:rsidRDefault="00A15D97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  <w:r w:rsidRPr="009D0E3E">
              <w:rPr>
                <w:b w:val="0"/>
                <w:sz w:val="30"/>
                <w:szCs w:val="30"/>
              </w:rPr>
              <w:t>0</w:t>
            </w:r>
            <w:r>
              <w:rPr>
                <w:b w:val="0"/>
                <w:sz w:val="30"/>
                <w:szCs w:val="30"/>
              </w:rPr>
              <w:t>4</w:t>
            </w:r>
            <w:r w:rsidRPr="009D0E3E">
              <w:rPr>
                <w:b w:val="0"/>
                <w:sz w:val="30"/>
                <w:szCs w:val="30"/>
              </w:rPr>
              <w:t>-201</w:t>
            </w:r>
            <w:r>
              <w:rPr>
                <w:b w:val="0"/>
                <w:sz w:val="30"/>
                <w:szCs w:val="30"/>
              </w:rPr>
              <w:t>1</w:t>
            </w:r>
            <w:r w:rsidRPr="009D0E3E">
              <w:rPr>
                <w:b w:val="0"/>
                <w:sz w:val="30"/>
                <w:szCs w:val="30"/>
              </w:rPr>
              <w:t>-01-</w:t>
            </w:r>
            <w:r>
              <w:rPr>
                <w:b w:val="0"/>
                <w:sz w:val="30"/>
                <w:szCs w:val="30"/>
              </w:rPr>
              <w:t>1</w:t>
            </w:r>
            <w:r w:rsidRPr="009D0E3E">
              <w:rPr>
                <w:b w:val="0"/>
                <w:sz w:val="30"/>
                <w:szCs w:val="30"/>
              </w:rPr>
              <w:t>.АПС.СОУЭ</w:t>
            </w:r>
            <w:r>
              <w:rPr>
                <w:b w:val="0"/>
                <w:sz w:val="30"/>
                <w:szCs w:val="30"/>
              </w:rPr>
              <w:t>.КЖ</w:t>
            </w:r>
          </w:p>
        </w:tc>
        <w:tc>
          <w:tcPr>
            <w:tcW w:w="3332" w:type="dxa"/>
          </w:tcPr>
          <w:p w:rsidR="000D2169" w:rsidRDefault="00A15D97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  <w:r>
              <w:rPr>
                <w:b w:val="0"/>
                <w:spacing w:val="-8"/>
                <w:sz w:val="30"/>
                <w:szCs w:val="30"/>
              </w:rPr>
              <w:t>Кабельный журнал</w:t>
            </w:r>
          </w:p>
        </w:tc>
        <w:tc>
          <w:tcPr>
            <w:tcW w:w="3332" w:type="dxa"/>
          </w:tcPr>
          <w:p w:rsidR="000D2169" w:rsidRDefault="000D2169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</w:p>
        </w:tc>
      </w:tr>
      <w:tr w:rsidR="000D2169" w:rsidTr="000D2169">
        <w:tc>
          <w:tcPr>
            <w:tcW w:w="3332" w:type="dxa"/>
          </w:tcPr>
          <w:p w:rsidR="000D2169" w:rsidRDefault="00A15D97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  <w:r w:rsidRPr="009D0E3E">
              <w:rPr>
                <w:b w:val="0"/>
                <w:sz w:val="30"/>
                <w:szCs w:val="30"/>
              </w:rPr>
              <w:t>0</w:t>
            </w:r>
            <w:r>
              <w:rPr>
                <w:b w:val="0"/>
                <w:sz w:val="30"/>
                <w:szCs w:val="30"/>
              </w:rPr>
              <w:t>4</w:t>
            </w:r>
            <w:r w:rsidRPr="009D0E3E">
              <w:rPr>
                <w:b w:val="0"/>
                <w:sz w:val="30"/>
                <w:szCs w:val="30"/>
              </w:rPr>
              <w:t>-201</w:t>
            </w:r>
            <w:r>
              <w:rPr>
                <w:b w:val="0"/>
                <w:sz w:val="30"/>
                <w:szCs w:val="30"/>
              </w:rPr>
              <w:t>1</w:t>
            </w:r>
            <w:r w:rsidRPr="009D0E3E">
              <w:rPr>
                <w:b w:val="0"/>
                <w:sz w:val="30"/>
                <w:szCs w:val="30"/>
              </w:rPr>
              <w:t>-01-</w:t>
            </w:r>
            <w:r>
              <w:rPr>
                <w:b w:val="0"/>
                <w:sz w:val="30"/>
                <w:szCs w:val="30"/>
              </w:rPr>
              <w:t>1</w:t>
            </w:r>
            <w:r w:rsidRPr="009D0E3E">
              <w:rPr>
                <w:b w:val="0"/>
                <w:sz w:val="30"/>
                <w:szCs w:val="30"/>
              </w:rPr>
              <w:t>.АПС.СОУЭ</w:t>
            </w:r>
            <w:r>
              <w:rPr>
                <w:b w:val="0"/>
                <w:sz w:val="30"/>
                <w:szCs w:val="30"/>
              </w:rPr>
              <w:t>.СО</w:t>
            </w:r>
          </w:p>
        </w:tc>
        <w:tc>
          <w:tcPr>
            <w:tcW w:w="3332" w:type="dxa"/>
          </w:tcPr>
          <w:p w:rsidR="000D2169" w:rsidRDefault="00A15D97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  <w:r>
              <w:rPr>
                <w:b w:val="0"/>
                <w:spacing w:val="-8"/>
                <w:sz w:val="30"/>
                <w:szCs w:val="30"/>
              </w:rPr>
              <w:t>Спецификация оборудования</w:t>
            </w:r>
          </w:p>
        </w:tc>
        <w:tc>
          <w:tcPr>
            <w:tcW w:w="3332" w:type="dxa"/>
          </w:tcPr>
          <w:p w:rsidR="000D2169" w:rsidRDefault="000D2169" w:rsidP="000D2169">
            <w:pPr>
              <w:pStyle w:val="a3"/>
              <w:jc w:val="both"/>
              <w:rPr>
                <w:b w:val="0"/>
                <w:spacing w:val="-8"/>
                <w:sz w:val="30"/>
                <w:szCs w:val="30"/>
              </w:rPr>
            </w:pPr>
          </w:p>
        </w:tc>
      </w:tr>
    </w:tbl>
    <w:p w:rsidR="000D2169" w:rsidRDefault="000D2169" w:rsidP="000D2169">
      <w:pPr>
        <w:pStyle w:val="a3"/>
        <w:jc w:val="both"/>
        <w:rPr>
          <w:b w:val="0"/>
          <w:spacing w:val="-8"/>
          <w:sz w:val="30"/>
          <w:szCs w:val="30"/>
        </w:rPr>
      </w:pPr>
    </w:p>
    <w:p w:rsidR="000D2169" w:rsidRDefault="000D2169" w:rsidP="009D0E3E">
      <w:pPr>
        <w:pStyle w:val="a3"/>
        <w:rPr>
          <w:b w:val="0"/>
          <w:spacing w:val="-8"/>
          <w:sz w:val="30"/>
          <w:szCs w:val="30"/>
        </w:rPr>
        <w:sectPr w:rsidR="000D2169" w:rsidSect="00F55BFC">
          <w:headerReference w:type="default" r:id="rId12"/>
          <w:headerReference w:type="first" r:id="rId13"/>
          <w:pgSz w:w="11907" w:h="16840" w:code="9"/>
          <w:pgMar w:top="709" w:right="567" w:bottom="851" w:left="1560" w:header="284" w:footer="284" w:gutter="0"/>
          <w:cols w:space="720"/>
          <w:titlePg/>
          <w:docGrid w:linePitch="381"/>
        </w:sectPr>
      </w:pP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-234315</wp:posOffset>
            </wp:positionV>
            <wp:extent cx="1295400" cy="1438275"/>
            <wp:effectExtent l="19050" t="0" r="0" b="0"/>
            <wp:wrapNone/>
            <wp:docPr id="4" name="Рисунок 1" descr="D:\Награды\Дизайн проекты\Знак ВДПО(6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Награды\Дизайн проекты\Знак ВДПО(6)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0A53">
        <w:rPr>
          <w:rFonts w:ascii="Times New Roman" w:hAnsi="Times New Roman"/>
          <w:sz w:val="24"/>
          <w:szCs w:val="24"/>
        </w:rPr>
        <w:t>Тверское городское отделение Тверского регионального отделения ВДПО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170004, г. Тверь, ул. 1-ая за Линией ОЖД, д. 1А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тел.: (4822) 42-28-56 отдел снабжения и сбыта 42-27-15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  <w:lang w:val="en-US"/>
        </w:rPr>
        <w:t>E-mail: sbvdpo@mail.ru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</w:rPr>
        <w:t>ИНН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6950027026  </w:t>
      </w:r>
      <w:r w:rsidRPr="00800A53">
        <w:rPr>
          <w:rFonts w:ascii="Times New Roman" w:hAnsi="Times New Roman"/>
          <w:sz w:val="24"/>
          <w:szCs w:val="24"/>
        </w:rPr>
        <w:t>КПП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695001001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р/сч. 40703810007100000178 в ОАО АКБ «Авангард» г. Москва</w:t>
      </w:r>
    </w:p>
    <w:p w:rsidR="00DC5F76" w:rsidRPr="00800A53" w:rsidRDefault="00DC5F76" w:rsidP="00DC5F76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БИК 044525201</w:t>
      </w:r>
    </w:p>
    <w:p w:rsidR="00DC5F76" w:rsidRPr="00800A53" w:rsidRDefault="0014365D" w:rsidP="00DC5F76">
      <w:pPr>
        <w:pStyle w:val="a5"/>
        <w:ind w:left="1843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9262" type="#_x0000_t32" style="position:absolute;left:0;text-align:left;margin-left:53.85pt;margin-top:12.2pt;width:403.85pt;height:.05pt;z-index:251667456" o:connectortype="straight"/>
        </w:pict>
      </w:r>
      <w:r>
        <w:rPr>
          <w:noProof/>
          <w:sz w:val="24"/>
          <w:szCs w:val="24"/>
        </w:rPr>
        <w:pict>
          <v:shape id="_x0000_s9261" type="#_x0000_t32" style="position:absolute;left:0;text-align:left;margin-left:22.9pt;margin-top:7.2pt;width:471.3pt;height:0;z-index:251666432" o:connectortype="straight"/>
        </w:pict>
      </w:r>
    </w:p>
    <w:p w:rsidR="00DC5F76" w:rsidRDefault="0014365D" w:rsidP="00DC5F76">
      <w:pPr>
        <w:pStyle w:val="ac"/>
        <w:ind w:left="6237" w:firstLine="0"/>
        <w:rPr>
          <w:rStyle w:val="apple-style-span"/>
          <w:bCs/>
          <w:sz w:val="28"/>
          <w:szCs w:val="28"/>
        </w:rPr>
      </w:pPr>
      <w:r w:rsidRPr="0014365D">
        <w:rPr>
          <w:noProof/>
          <w:sz w:val="24"/>
          <w:szCs w:val="24"/>
          <w:lang w:eastAsia="ru-RU"/>
        </w:rPr>
        <w:pict>
          <v:shape id="_x0000_s9263" type="#_x0000_t32" style="position:absolute;left:0;text-align:left;margin-left:100.4pt;margin-top:4.8pt;width:307.85pt;height:.05pt;z-index:251668480" o:connectortype="straight"/>
        </w:pict>
      </w:r>
    </w:p>
    <w:p w:rsidR="00DC5F76" w:rsidRDefault="00DC5F76" w:rsidP="00DC5F76">
      <w:pPr>
        <w:pStyle w:val="ac"/>
        <w:ind w:left="6237" w:firstLine="0"/>
        <w:rPr>
          <w:rStyle w:val="apple-style-span"/>
          <w:bCs/>
          <w:sz w:val="28"/>
          <w:szCs w:val="28"/>
        </w:rPr>
      </w:pPr>
    </w:p>
    <w:p w:rsidR="00DC5F76" w:rsidRPr="00A15D97" w:rsidRDefault="00DC5F76" w:rsidP="00DC5F76">
      <w:pPr>
        <w:jc w:val="center"/>
        <w:rPr>
          <w:rFonts w:ascii="GOST type A" w:hAnsi="GOST type A"/>
          <w:spacing w:val="-10"/>
          <w:sz w:val="30"/>
          <w:szCs w:val="30"/>
        </w:rPr>
      </w:pPr>
      <w:r w:rsidRPr="00A15D97">
        <w:rPr>
          <w:rFonts w:ascii="GOST type A" w:hAnsi="GOST type A"/>
          <w:spacing w:val="-10"/>
          <w:sz w:val="30"/>
          <w:szCs w:val="30"/>
        </w:rPr>
        <w:t>МУЗ «Городская клиническая больница №6» г. Тверь, ул. Орджоникидзе д.34.</w:t>
      </w:r>
    </w:p>
    <w:p w:rsidR="00DC5F76" w:rsidRPr="00A15D97" w:rsidRDefault="00DC5F76" w:rsidP="00DC5F76">
      <w:pPr>
        <w:jc w:val="center"/>
        <w:rPr>
          <w:rFonts w:ascii="GOST type A" w:hAnsi="GOST type A"/>
          <w:spacing w:val="-10"/>
          <w:sz w:val="30"/>
          <w:szCs w:val="30"/>
        </w:rPr>
      </w:pPr>
      <w:r w:rsidRPr="00A15D97">
        <w:rPr>
          <w:rFonts w:ascii="GOST type A" w:hAnsi="GOST type A"/>
          <w:sz w:val="30"/>
          <w:szCs w:val="30"/>
        </w:rPr>
        <w:t>Пищеблок. Г. Тверь, ул. Орджоникидзе,36.</w:t>
      </w:r>
    </w:p>
    <w:p w:rsidR="00DC5F76" w:rsidRPr="009D0E3E" w:rsidRDefault="00DC5F76" w:rsidP="00DC5F76">
      <w:pPr>
        <w:pStyle w:val="a3"/>
      </w:pPr>
    </w:p>
    <w:p w:rsidR="00DC5F76" w:rsidRDefault="00DC5F76" w:rsidP="00DC5F76">
      <w:pPr>
        <w:pStyle w:val="a3"/>
      </w:pPr>
    </w:p>
    <w:p w:rsidR="00DC5F76" w:rsidRDefault="00DC5F76" w:rsidP="00DC5F76">
      <w:pPr>
        <w:pStyle w:val="a3"/>
      </w:pPr>
    </w:p>
    <w:p w:rsidR="00DC5F76" w:rsidRDefault="00DC5F76" w:rsidP="00DC5F76">
      <w:pPr>
        <w:pStyle w:val="a3"/>
      </w:pPr>
    </w:p>
    <w:p w:rsidR="00DC5F76" w:rsidRDefault="00DC5F76" w:rsidP="00DC5F76">
      <w:pPr>
        <w:pStyle w:val="a3"/>
      </w:pPr>
    </w:p>
    <w:p w:rsidR="00DC5F76" w:rsidRDefault="00DC5F76" w:rsidP="00DC5F76">
      <w:pPr>
        <w:pStyle w:val="a3"/>
      </w:pPr>
    </w:p>
    <w:p w:rsidR="00DC5F76" w:rsidRPr="009D0E3E" w:rsidRDefault="00DC5F76" w:rsidP="00DC5F76">
      <w:pPr>
        <w:pStyle w:val="a3"/>
      </w:pPr>
    </w:p>
    <w:p w:rsidR="00DC5F76" w:rsidRDefault="00DC5F76" w:rsidP="00DC5F76">
      <w:pPr>
        <w:jc w:val="center"/>
        <w:rPr>
          <w:rFonts w:ascii="GOST type A" w:hAnsi="GOST type A"/>
          <w:sz w:val="32"/>
          <w:szCs w:val="32"/>
        </w:rPr>
      </w:pPr>
      <w:r w:rsidRPr="00370B3A">
        <w:rPr>
          <w:rFonts w:ascii="GOST type A" w:hAnsi="GOST type A"/>
          <w:sz w:val="32"/>
          <w:szCs w:val="32"/>
        </w:rPr>
        <w:t xml:space="preserve">УСТРОЙСТВА АВТОМАТИЧЕСКОЙ СИСТЕМЫ ПОЖАРНОЙ СИГНАЛИЗАЦИИ АДРЕСНО-АНАЛОГОВОГО ТИПА И СИСТЕМЫ ОПОВЕЩЕНИЯ И УПРАВЛЕНИЯ ЭВАКУАЦИЕЙ ЛЮДЕЙ ПРИ ПОЖАРЕ II ТИПА В </w:t>
      </w:r>
      <w:r>
        <w:rPr>
          <w:rFonts w:ascii="GOST type A" w:hAnsi="GOST type A"/>
          <w:sz w:val="32"/>
          <w:szCs w:val="32"/>
        </w:rPr>
        <w:t xml:space="preserve">ЗДАНИЯХ И </w:t>
      </w:r>
      <w:r w:rsidRPr="00370B3A">
        <w:rPr>
          <w:rFonts w:ascii="GOST type A" w:hAnsi="GOST type A"/>
          <w:sz w:val="32"/>
          <w:szCs w:val="32"/>
        </w:rPr>
        <w:t>ПОМЕЩЕНИЯХ МУЗ «ГОРОДСКАЯ КЛИНИЧЕСКАЯ БОЛЬНИЦА №6»</w:t>
      </w: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Default="00F55BFC" w:rsidP="00F55BFC">
      <w:pPr>
        <w:jc w:val="center"/>
        <w:rPr>
          <w:rFonts w:ascii="GOST type A" w:hAnsi="GOST type A"/>
          <w:b/>
          <w:sz w:val="36"/>
          <w:szCs w:val="36"/>
        </w:rPr>
      </w:pPr>
      <w:r w:rsidRPr="00F55BFC">
        <w:rPr>
          <w:rFonts w:ascii="GOST type A" w:hAnsi="GOST type A"/>
          <w:b/>
          <w:sz w:val="36"/>
          <w:szCs w:val="36"/>
        </w:rPr>
        <w:t>04-2011-01-1.АПС.СОУЭ.ПЗ</w:t>
      </w:r>
    </w:p>
    <w:p w:rsidR="00F55BFC" w:rsidRPr="00F55BFC" w:rsidRDefault="00F55BFC" w:rsidP="00F55BFC">
      <w:pPr>
        <w:jc w:val="center"/>
        <w:rPr>
          <w:rFonts w:ascii="GOST type A" w:hAnsi="GOST type A"/>
          <w:b/>
          <w:sz w:val="36"/>
          <w:szCs w:val="36"/>
        </w:rPr>
      </w:pPr>
      <w:r>
        <w:rPr>
          <w:rFonts w:ascii="GOST type A" w:hAnsi="GOST type A"/>
          <w:b/>
          <w:sz w:val="36"/>
          <w:szCs w:val="36"/>
        </w:rPr>
        <w:t>Пояснительная записка</w:t>
      </w: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P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Default="00DC5F76" w:rsidP="00DC5F76">
      <w:pPr>
        <w:pStyle w:val="a3"/>
        <w:rPr>
          <w:b w:val="0"/>
          <w:sz w:val="30"/>
          <w:szCs w:val="30"/>
        </w:rPr>
      </w:pPr>
    </w:p>
    <w:p w:rsidR="00DC5F76" w:rsidRDefault="00DC5F76" w:rsidP="00DC5F76">
      <w:pPr>
        <w:pStyle w:val="a3"/>
        <w:rPr>
          <w:b w:val="0"/>
          <w:spacing w:val="-8"/>
          <w:sz w:val="30"/>
          <w:szCs w:val="30"/>
        </w:rPr>
      </w:pPr>
    </w:p>
    <w:p w:rsidR="00DC5F76" w:rsidRDefault="00DC5F76" w:rsidP="00DC5F76">
      <w:pPr>
        <w:pStyle w:val="a3"/>
        <w:rPr>
          <w:b w:val="0"/>
          <w:spacing w:val="-8"/>
          <w:sz w:val="30"/>
          <w:szCs w:val="30"/>
        </w:rPr>
      </w:pPr>
    </w:p>
    <w:p w:rsidR="00DC5F76" w:rsidRDefault="00DC5F76" w:rsidP="00DC5F76">
      <w:pPr>
        <w:pStyle w:val="a3"/>
        <w:rPr>
          <w:b w:val="0"/>
          <w:spacing w:val="-8"/>
          <w:sz w:val="30"/>
          <w:szCs w:val="30"/>
        </w:rPr>
      </w:pPr>
    </w:p>
    <w:p w:rsidR="00F55BFC" w:rsidRDefault="00DC5F76" w:rsidP="00DC5F76">
      <w:pPr>
        <w:pStyle w:val="a3"/>
        <w:rPr>
          <w:b w:val="0"/>
          <w:spacing w:val="-8"/>
          <w:sz w:val="30"/>
          <w:szCs w:val="30"/>
        </w:rPr>
        <w:sectPr w:rsidR="00F55BFC" w:rsidSect="00DC5F76">
          <w:headerReference w:type="default" r:id="rId14"/>
          <w:headerReference w:type="first" r:id="rId15"/>
          <w:pgSz w:w="11907" w:h="16840" w:code="9"/>
          <w:pgMar w:top="709" w:right="567" w:bottom="851" w:left="1560" w:header="284" w:footer="284" w:gutter="0"/>
          <w:cols w:space="720"/>
          <w:titlePg/>
          <w:docGrid w:linePitch="381"/>
        </w:sectPr>
      </w:pPr>
      <w:r>
        <w:rPr>
          <w:b w:val="0"/>
          <w:spacing w:val="-8"/>
          <w:sz w:val="30"/>
          <w:szCs w:val="30"/>
        </w:rPr>
        <w:t>Тверь 2011 г.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-234315</wp:posOffset>
            </wp:positionV>
            <wp:extent cx="1295400" cy="1438275"/>
            <wp:effectExtent l="19050" t="0" r="0" b="0"/>
            <wp:wrapNone/>
            <wp:docPr id="5" name="Рисунок 1" descr="D:\Награды\Дизайн проекты\Знак ВДПО(6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Награды\Дизайн проекты\Знак ВДПО(6)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0A53">
        <w:rPr>
          <w:rFonts w:ascii="Times New Roman" w:hAnsi="Times New Roman"/>
          <w:sz w:val="24"/>
          <w:szCs w:val="24"/>
        </w:rPr>
        <w:t>Тверское городское отделение Тверского регионального отделения ВДПО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170004, г. Тверь, ул. 1-ая за Линией ОЖД, д. 1А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тел.: (4822) 42-28-56 отдел снабжения и сбыта 42-27-15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  <w:lang w:val="en-US"/>
        </w:rPr>
        <w:t>E-mail: sbvdpo@mail.ru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</w:rPr>
        <w:t>ИНН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6950027026  </w:t>
      </w:r>
      <w:r w:rsidRPr="00800A53">
        <w:rPr>
          <w:rFonts w:ascii="Times New Roman" w:hAnsi="Times New Roman"/>
          <w:sz w:val="24"/>
          <w:szCs w:val="24"/>
        </w:rPr>
        <w:t>КПП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695001001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р/сч. 40703810007100000178 в ОАО АКБ «Авангард» г. Москва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БИК 044525201</w:t>
      </w:r>
    </w:p>
    <w:p w:rsidR="00F55BFC" w:rsidRPr="00800A53" w:rsidRDefault="0014365D" w:rsidP="00F55BFC">
      <w:pPr>
        <w:pStyle w:val="a5"/>
        <w:ind w:left="1843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9265" type="#_x0000_t32" style="position:absolute;left:0;text-align:left;margin-left:53.85pt;margin-top:12.2pt;width:403.85pt;height:.05pt;z-index:251672576" o:connectortype="straight"/>
        </w:pict>
      </w:r>
      <w:r>
        <w:rPr>
          <w:noProof/>
          <w:sz w:val="24"/>
          <w:szCs w:val="24"/>
        </w:rPr>
        <w:pict>
          <v:shape id="_x0000_s9264" type="#_x0000_t32" style="position:absolute;left:0;text-align:left;margin-left:22.9pt;margin-top:7.2pt;width:471.3pt;height:0;z-index:251671552" o:connectortype="straight"/>
        </w:pict>
      </w:r>
    </w:p>
    <w:p w:rsidR="00F55BFC" w:rsidRDefault="0014365D" w:rsidP="00F55BFC">
      <w:pPr>
        <w:pStyle w:val="ac"/>
        <w:ind w:left="6237" w:firstLine="0"/>
        <w:rPr>
          <w:rStyle w:val="apple-style-span"/>
          <w:bCs/>
          <w:sz w:val="28"/>
          <w:szCs w:val="28"/>
        </w:rPr>
      </w:pPr>
      <w:r w:rsidRPr="0014365D">
        <w:rPr>
          <w:noProof/>
          <w:sz w:val="24"/>
          <w:szCs w:val="24"/>
          <w:lang w:eastAsia="ru-RU"/>
        </w:rPr>
        <w:pict>
          <v:shape id="_x0000_s9266" type="#_x0000_t32" style="position:absolute;left:0;text-align:left;margin-left:100.4pt;margin-top:4.8pt;width:307.85pt;height:.05pt;z-index:251673600" o:connectortype="straight"/>
        </w:pict>
      </w:r>
    </w:p>
    <w:p w:rsidR="00F55BFC" w:rsidRDefault="00F55BFC" w:rsidP="00F55BFC">
      <w:pPr>
        <w:pStyle w:val="ac"/>
        <w:ind w:left="6237" w:firstLine="0"/>
        <w:rPr>
          <w:rStyle w:val="apple-style-span"/>
          <w:bCs/>
          <w:sz w:val="28"/>
          <w:szCs w:val="28"/>
        </w:rPr>
      </w:pPr>
    </w:p>
    <w:p w:rsidR="00F55BFC" w:rsidRPr="00A15D97" w:rsidRDefault="00F55BFC" w:rsidP="00F55BFC">
      <w:pPr>
        <w:jc w:val="center"/>
        <w:rPr>
          <w:rFonts w:ascii="GOST type A" w:hAnsi="GOST type A"/>
          <w:spacing w:val="-10"/>
          <w:sz w:val="30"/>
          <w:szCs w:val="30"/>
        </w:rPr>
      </w:pPr>
      <w:r w:rsidRPr="00A15D97">
        <w:rPr>
          <w:rFonts w:ascii="GOST type A" w:hAnsi="GOST type A"/>
          <w:spacing w:val="-10"/>
          <w:sz w:val="30"/>
          <w:szCs w:val="30"/>
        </w:rPr>
        <w:t>МУЗ «Городская клиническая больница №6» г. Тверь, ул. Орджоникидзе д.34.</w:t>
      </w:r>
    </w:p>
    <w:p w:rsidR="00F55BFC" w:rsidRPr="00A15D97" w:rsidRDefault="00F55BFC" w:rsidP="00F55BFC">
      <w:pPr>
        <w:jc w:val="center"/>
        <w:rPr>
          <w:rFonts w:ascii="GOST type A" w:hAnsi="GOST type A"/>
          <w:spacing w:val="-10"/>
          <w:sz w:val="30"/>
          <w:szCs w:val="30"/>
        </w:rPr>
      </w:pPr>
      <w:r w:rsidRPr="00A15D97">
        <w:rPr>
          <w:rFonts w:ascii="GOST type A" w:hAnsi="GOST type A"/>
          <w:sz w:val="30"/>
          <w:szCs w:val="30"/>
        </w:rPr>
        <w:t>Пищеблок. Г. Тверь, ул. Орджоникидзе,36.</w:t>
      </w:r>
    </w:p>
    <w:p w:rsidR="00F55BFC" w:rsidRPr="009D0E3E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Pr="009D0E3E" w:rsidRDefault="00F55BFC" w:rsidP="00F55BFC">
      <w:pPr>
        <w:pStyle w:val="a3"/>
      </w:pPr>
    </w:p>
    <w:p w:rsidR="00F55BFC" w:rsidRDefault="00F55BFC" w:rsidP="00F55BFC">
      <w:pPr>
        <w:jc w:val="center"/>
        <w:rPr>
          <w:rFonts w:ascii="GOST type A" w:hAnsi="GOST type A"/>
          <w:sz w:val="32"/>
          <w:szCs w:val="32"/>
        </w:rPr>
      </w:pPr>
      <w:r w:rsidRPr="00370B3A">
        <w:rPr>
          <w:rFonts w:ascii="GOST type A" w:hAnsi="GOST type A"/>
          <w:sz w:val="32"/>
          <w:szCs w:val="32"/>
        </w:rPr>
        <w:t xml:space="preserve">УСТРОЙСТВА АВТОМАТИЧЕСКОЙ СИСТЕМЫ ПОЖАРНОЙ СИГНАЛИЗАЦИИ АДРЕСНО-АНАЛОГОВОГО ТИПА И СИСТЕМЫ ОПОВЕЩЕНИЯ И УПРАВЛЕНИЯ ЭВАКУАЦИЕЙ ЛЮДЕЙ ПРИ ПОЖАРЕ II ТИПА В </w:t>
      </w:r>
      <w:r>
        <w:rPr>
          <w:rFonts w:ascii="GOST type A" w:hAnsi="GOST type A"/>
          <w:sz w:val="32"/>
          <w:szCs w:val="32"/>
        </w:rPr>
        <w:t xml:space="preserve">ЗДАНИЯХ И </w:t>
      </w:r>
      <w:r w:rsidRPr="00370B3A">
        <w:rPr>
          <w:rFonts w:ascii="GOST type A" w:hAnsi="GOST type A"/>
          <w:sz w:val="32"/>
          <w:szCs w:val="32"/>
        </w:rPr>
        <w:t>ПОМЕЩЕНИЯХ МУЗ «ГОРОДСКАЯ КЛИНИЧЕСКАЯ БОЛЬНИЦА №6»</w:t>
      </w: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0D2169" w:rsidP="00F55BFC">
      <w:pPr>
        <w:jc w:val="center"/>
        <w:rPr>
          <w:rFonts w:ascii="GOST type A" w:hAnsi="GOST type A"/>
          <w:b/>
          <w:sz w:val="36"/>
          <w:szCs w:val="36"/>
        </w:rPr>
      </w:pPr>
      <w:r>
        <w:rPr>
          <w:rFonts w:ascii="GOST type A" w:hAnsi="GOST type A"/>
          <w:b/>
          <w:sz w:val="36"/>
          <w:szCs w:val="36"/>
        </w:rPr>
        <w:t>04-2011-01-1.АПС.СОУЭ</w:t>
      </w:r>
    </w:p>
    <w:p w:rsidR="00F55BFC" w:rsidRPr="00F55BFC" w:rsidRDefault="000D2169" w:rsidP="00F55BFC">
      <w:pPr>
        <w:jc w:val="center"/>
        <w:rPr>
          <w:rFonts w:ascii="GOST type A" w:hAnsi="GOST type A"/>
          <w:b/>
          <w:sz w:val="36"/>
          <w:szCs w:val="36"/>
        </w:rPr>
      </w:pPr>
      <w:r>
        <w:rPr>
          <w:rFonts w:ascii="GOST type A" w:hAnsi="GOST type A"/>
          <w:b/>
          <w:sz w:val="36"/>
          <w:szCs w:val="36"/>
        </w:rPr>
        <w:t>Рабочие чертежи</w:t>
      </w: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pacing w:val="-8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pacing w:val="-8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pacing w:val="-8"/>
          <w:sz w:val="30"/>
          <w:szCs w:val="30"/>
        </w:rPr>
      </w:pPr>
    </w:p>
    <w:p w:rsidR="000D2169" w:rsidRDefault="00F55BFC" w:rsidP="000D2169">
      <w:pPr>
        <w:pStyle w:val="a3"/>
        <w:rPr>
          <w:b w:val="0"/>
          <w:spacing w:val="-8"/>
          <w:sz w:val="30"/>
          <w:szCs w:val="30"/>
        </w:rPr>
        <w:sectPr w:rsidR="000D2169" w:rsidSect="00DC5F76">
          <w:headerReference w:type="default" r:id="rId16"/>
          <w:pgSz w:w="11907" w:h="16840" w:code="9"/>
          <w:pgMar w:top="709" w:right="567" w:bottom="851" w:left="1560" w:header="284" w:footer="284" w:gutter="0"/>
          <w:cols w:space="720"/>
          <w:titlePg/>
          <w:docGrid w:linePitch="381"/>
        </w:sectPr>
      </w:pPr>
      <w:r>
        <w:rPr>
          <w:b w:val="0"/>
          <w:spacing w:val="-8"/>
          <w:sz w:val="30"/>
          <w:szCs w:val="30"/>
        </w:rPr>
        <w:t>Тверь 2011 г.</w:t>
      </w:r>
      <w:r w:rsidR="000D2169" w:rsidRPr="000D2169">
        <w:rPr>
          <w:b w:val="0"/>
          <w:spacing w:val="-8"/>
          <w:sz w:val="30"/>
          <w:szCs w:val="30"/>
        </w:rPr>
        <w:t xml:space="preserve"> 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-234315</wp:posOffset>
            </wp:positionV>
            <wp:extent cx="1295400" cy="1438275"/>
            <wp:effectExtent l="19050" t="0" r="0" b="0"/>
            <wp:wrapNone/>
            <wp:docPr id="1" name="Рисунок 1" descr="D:\Награды\Дизайн проекты\Знак ВДПО(6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Награды\Дизайн проекты\Знак ВДПО(6)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0A53">
        <w:rPr>
          <w:rFonts w:ascii="Times New Roman" w:hAnsi="Times New Roman"/>
          <w:sz w:val="24"/>
          <w:szCs w:val="24"/>
        </w:rPr>
        <w:t>Тверское городское отделение Тверского регионального отделения ВДПО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170004, г. Тверь, ул. 1-ая за Линией ОЖД, д. 1А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тел.: (4822) 42-28-56 отдел снабжения и сбыта 42-27-15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  <w:lang w:val="en-US"/>
        </w:rPr>
        <w:t>E-mail: sbvdpo@mail.ru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</w:rPr>
        <w:t>ИНН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6950027026  </w:t>
      </w:r>
      <w:r w:rsidRPr="00800A53">
        <w:rPr>
          <w:rFonts w:ascii="Times New Roman" w:hAnsi="Times New Roman"/>
          <w:sz w:val="24"/>
          <w:szCs w:val="24"/>
        </w:rPr>
        <w:t>КПП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695001001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р/сч. 40703810007100000178 в ОАО АКБ «Авангард» г. Москва</w:t>
      </w:r>
    </w:p>
    <w:p w:rsidR="00F55BFC" w:rsidRPr="00800A53" w:rsidRDefault="00F55BFC" w:rsidP="00F55BFC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БИК 044525201</w:t>
      </w:r>
    </w:p>
    <w:p w:rsidR="00F55BFC" w:rsidRPr="00800A53" w:rsidRDefault="0014365D" w:rsidP="00F55BFC">
      <w:pPr>
        <w:pStyle w:val="a5"/>
        <w:ind w:left="1843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9268" type="#_x0000_t32" style="position:absolute;left:0;text-align:left;margin-left:53.85pt;margin-top:12.2pt;width:403.85pt;height:.05pt;z-index:251677696" o:connectortype="straight"/>
        </w:pict>
      </w:r>
      <w:r>
        <w:rPr>
          <w:noProof/>
          <w:sz w:val="24"/>
          <w:szCs w:val="24"/>
        </w:rPr>
        <w:pict>
          <v:shape id="_x0000_s9267" type="#_x0000_t32" style="position:absolute;left:0;text-align:left;margin-left:22.9pt;margin-top:7.2pt;width:471.3pt;height:0;z-index:251676672" o:connectortype="straight"/>
        </w:pict>
      </w:r>
    </w:p>
    <w:p w:rsidR="00F55BFC" w:rsidRDefault="0014365D" w:rsidP="00F55BFC">
      <w:pPr>
        <w:pStyle w:val="ac"/>
        <w:ind w:left="6237" w:firstLine="0"/>
        <w:rPr>
          <w:rStyle w:val="apple-style-span"/>
          <w:bCs/>
          <w:sz w:val="28"/>
          <w:szCs w:val="28"/>
        </w:rPr>
      </w:pPr>
      <w:r w:rsidRPr="0014365D">
        <w:rPr>
          <w:noProof/>
          <w:sz w:val="24"/>
          <w:szCs w:val="24"/>
          <w:lang w:eastAsia="ru-RU"/>
        </w:rPr>
        <w:pict>
          <v:shape id="_x0000_s9269" type="#_x0000_t32" style="position:absolute;left:0;text-align:left;margin-left:100.4pt;margin-top:4.8pt;width:307.85pt;height:.05pt;z-index:251678720" o:connectortype="straight"/>
        </w:pict>
      </w:r>
    </w:p>
    <w:p w:rsidR="00F55BFC" w:rsidRDefault="00F55BFC" w:rsidP="00F55BFC">
      <w:pPr>
        <w:pStyle w:val="ac"/>
        <w:ind w:left="6237" w:firstLine="0"/>
        <w:rPr>
          <w:rStyle w:val="apple-style-span"/>
          <w:bCs/>
          <w:sz w:val="28"/>
          <w:szCs w:val="28"/>
        </w:rPr>
      </w:pPr>
    </w:p>
    <w:p w:rsidR="00F55BFC" w:rsidRPr="00DC5F76" w:rsidRDefault="00F55BFC" w:rsidP="00F55BFC">
      <w:pPr>
        <w:jc w:val="center"/>
        <w:rPr>
          <w:rFonts w:ascii="GOST type A" w:hAnsi="GOST type A"/>
          <w:spacing w:val="-10"/>
          <w:sz w:val="30"/>
          <w:szCs w:val="30"/>
        </w:rPr>
      </w:pPr>
      <w:r w:rsidRPr="00DC5F76">
        <w:rPr>
          <w:rFonts w:ascii="GOST type A" w:hAnsi="GOST type A"/>
          <w:spacing w:val="-10"/>
          <w:sz w:val="30"/>
          <w:szCs w:val="30"/>
        </w:rPr>
        <w:t>МУЗ «Городская клиническая больница №6» г. Тверь, ул. Орджоникидзе д.34</w:t>
      </w:r>
      <w:r>
        <w:rPr>
          <w:rFonts w:ascii="GOST type A" w:hAnsi="GOST type A"/>
          <w:spacing w:val="-10"/>
          <w:sz w:val="30"/>
          <w:szCs w:val="30"/>
        </w:rPr>
        <w:t>.</w:t>
      </w:r>
    </w:p>
    <w:p w:rsidR="00F55BFC" w:rsidRPr="00DC5F76" w:rsidRDefault="00F55BFC" w:rsidP="00F55BFC">
      <w:pPr>
        <w:jc w:val="center"/>
        <w:rPr>
          <w:rFonts w:ascii="GOST type A" w:hAnsi="GOST type A"/>
          <w:spacing w:val="-10"/>
          <w:sz w:val="30"/>
          <w:szCs w:val="30"/>
        </w:rPr>
      </w:pPr>
      <w:r w:rsidRPr="00DC5F76">
        <w:rPr>
          <w:rFonts w:ascii="GOST type A" w:hAnsi="GOST type A"/>
          <w:sz w:val="30"/>
          <w:szCs w:val="30"/>
        </w:rPr>
        <w:t>Пищеблок</w:t>
      </w:r>
      <w:r>
        <w:rPr>
          <w:rFonts w:ascii="GOST type A" w:hAnsi="GOST type A"/>
          <w:sz w:val="30"/>
          <w:szCs w:val="30"/>
        </w:rPr>
        <w:t>.</w:t>
      </w:r>
      <w:r w:rsidRPr="00DC5F76">
        <w:rPr>
          <w:rFonts w:ascii="GOST type A" w:hAnsi="GOST type A"/>
          <w:sz w:val="30"/>
          <w:szCs w:val="30"/>
        </w:rPr>
        <w:t xml:space="preserve"> </w:t>
      </w:r>
      <w:r>
        <w:rPr>
          <w:rFonts w:ascii="GOST type A" w:hAnsi="GOST type A"/>
          <w:sz w:val="30"/>
          <w:szCs w:val="30"/>
        </w:rPr>
        <w:t>Г</w:t>
      </w:r>
      <w:r w:rsidRPr="00DC5F76">
        <w:rPr>
          <w:rFonts w:ascii="GOST type A" w:hAnsi="GOST type A"/>
          <w:sz w:val="30"/>
          <w:szCs w:val="30"/>
        </w:rPr>
        <w:t>. Тверь, ул. Орджоникидзе,36.</w:t>
      </w:r>
    </w:p>
    <w:p w:rsidR="00F55BFC" w:rsidRPr="009D0E3E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Default="00F55BFC" w:rsidP="00F55BFC">
      <w:pPr>
        <w:pStyle w:val="a3"/>
      </w:pPr>
    </w:p>
    <w:p w:rsidR="00F55BFC" w:rsidRPr="009D0E3E" w:rsidRDefault="00F55BFC" w:rsidP="00F55BFC">
      <w:pPr>
        <w:pStyle w:val="a3"/>
      </w:pPr>
    </w:p>
    <w:p w:rsidR="00F55BFC" w:rsidRDefault="00F55BFC" w:rsidP="00F55BFC">
      <w:pPr>
        <w:jc w:val="center"/>
        <w:rPr>
          <w:rFonts w:ascii="GOST type A" w:hAnsi="GOST type A"/>
          <w:sz w:val="32"/>
          <w:szCs w:val="32"/>
        </w:rPr>
      </w:pPr>
      <w:r w:rsidRPr="00370B3A">
        <w:rPr>
          <w:rFonts w:ascii="GOST type A" w:hAnsi="GOST type A"/>
          <w:sz w:val="32"/>
          <w:szCs w:val="32"/>
        </w:rPr>
        <w:t xml:space="preserve">УСТРОЙСТВА АВТОМАТИЧЕСКОЙ СИСТЕМЫ ПОЖАРНОЙ СИГНАЛИЗАЦИИ АДРЕСНО-АНАЛОГОВОГО ТИПА И СИСТЕМЫ ОПОВЕЩЕНИЯ И УПРАВЛЕНИЯ ЭВАКУАЦИЕЙ ЛЮДЕЙ ПРИ ПОЖАРЕ II ТИПА В </w:t>
      </w:r>
      <w:r>
        <w:rPr>
          <w:rFonts w:ascii="GOST type A" w:hAnsi="GOST type A"/>
          <w:sz w:val="32"/>
          <w:szCs w:val="32"/>
        </w:rPr>
        <w:t xml:space="preserve">ЗДАНИЯХ И </w:t>
      </w:r>
      <w:r w:rsidRPr="00370B3A">
        <w:rPr>
          <w:rFonts w:ascii="GOST type A" w:hAnsi="GOST type A"/>
          <w:sz w:val="32"/>
          <w:szCs w:val="32"/>
        </w:rPr>
        <w:t>ПОМЕЩЕНИЯХ МУЗ «ГОРОДСКАЯ КЛИНИЧЕСКАЯ БОЛЬНИЦА №6»</w:t>
      </w: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jc w:val="center"/>
        <w:rPr>
          <w:rFonts w:ascii="GOST type A" w:hAnsi="GOST type A"/>
          <w:b/>
          <w:sz w:val="36"/>
          <w:szCs w:val="36"/>
        </w:rPr>
      </w:pPr>
      <w:r w:rsidRPr="00F55BFC">
        <w:rPr>
          <w:rFonts w:ascii="GOST type A" w:hAnsi="GOST type A"/>
          <w:b/>
          <w:sz w:val="36"/>
          <w:szCs w:val="36"/>
        </w:rPr>
        <w:t>04-2011-01-1.АПС.СОУЭ.</w:t>
      </w:r>
      <w:r w:rsidR="00A15D97">
        <w:rPr>
          <w:rFonts w:ascii="GOST type A" w:hAnsi="GOST type A"/>
          <w:b/>
          <w:sz w:val="36"/>
          <w:szCs w:val="36"/>
        </w:rPr>
        <w:t>КЖ</w:t>
      </w:r>
    </w:p>
    <w:p w:rsidR="00F55BFC" w:rsidRPr="00F55BFC" w:rsidRDefault="000D2169" w:rsidP="00F55BFC">
      <w:pPr>
        <w:jc w:val="center"/>
        <w:rPr>
          <w:rFonts w:ascii="GOST type A" w:hAnsi="GOST type A"/>
          <w:b/>
          <w:sz w:val="36"/>
          <w:szCs w:val="36"/>
        </w:rPr>
      </w:pPr>
      <w:r>
        <w:rPr>
          <w:rFonts w:ascii="GOST type A" w:hAnsi="GOST type A"/>
          <w:b/>
          <w:sz w:val="36"/>
          <w:szCs w:val="36"/>
        </w:rPr>
        <w:t>Кабельный журнал</w:t>
      </w: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Pr="00DC5F76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pacing w:val="-8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pacing w:val="-8"/>
          <w:sz w:val="30"/>
          <w:szCs w:val="30"/>
        </w:rPr>
      </w:pPr>
    </w:p>
    <w:p w:rsidR="00F55BFC" w:rsidRDefault="00F55BFC" w:rsidP="00F55BFC">
      <w:pPr>
        <w:pStyle w:val="a3"/>
        <w:rPr>
          <w:b w:val="0"/>
          <w:spacing w:val="-8"/>
          <w:sz w:val="30"/>
          <w:szCs w:val="30"/>
        </w:rPr>
      </w:pPr>
    </w:p>
    <w:p w:rsidR="000D2169" w:rsidRDefault="00F55BFC" w:rsidP="000D2169">
      <w:pPr>
        <w:pStyle w:val="a3"/>
        <w:rPr>
          <w:b w:val="0"/>
          <w:spacing w:val="-8"/>
          <w:sz w:val="30"/>
          <w:szCs w:val="30"/>
        </w:rPr>
        <w:sectPr w:rsidR="000D2169" w:rsidSect="00DC5F76">
          <w:headerReference w:type="default" r:id="rId17"/>
          <w:pgSz w:w="11907" w:h="16840" w:code="9"/>
          <w:pgMar w:top="709" w:right="567" w:bottom="851" w:left="1560" w:header="284" w:footer="284" w:gutter="0"/>
          <w:cols w:space="720"/>
          <w:titlePg/>
          <w:docGrid w:linePitch="381"/>
        </w:sectPr>
      </w:pPr>
      <w:r>
        <w:rPr>
          <w:b w:val="0"/>
          <w:spacing w:val="-8"/>
          <w:sz w:val="30"/>
          <w:szCs w:val="30"/>
        </w:rPr>
        <w:t>Тверь 2011 г.</w:t>
      </w:r>
      <w:r w:rsidR="000D2169" w:rsidRPr="000D2169">
        <w:rPr>
          <w:b w:val="0"/>
          <w:spacing w:val="-8"/>
          <w:sz w:val="30"/>
          <w:szCs w:val="30"/>
        </w:rPr>
        <w:t xml:space="preserve"> </w:t>
      </w:r>
    </w:p>
    <w:p w:rsidR="000D2169" w:rsidRPr="00800A53" w:rsidRDefault="000D2169" w:rsidP="000D2169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-234315</wp:posOffset>
            </wp:positionV>
            <wp:extent cx="1295400" cy="1438275"/>
            <wp:effectExtent l="19050" t="0" r="0" b="0"/>
            <wp:wrapNone/>
            <wp:docPr id="2" name="Рисунок 1" descr="D:\Награды\Дизайн проекты\Знак ВДПО(6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Награды\Дизайн проекты\Знак ВДПО(6)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0A53">
        <w:rPr>
          <w:rFonts w:ascii="Times New Roman" w:hAnsi="Times New Roman"/>
          <w:sz w:val="24"/>
          <w:szCs w:val="24"/>
        </w:rPr>
        <w:t>Тверское городское отделение Тверского регионального отделения ВДПО</w:t>
      </w:r>
    </w:p>
    <w:p w:rsidR="000D2169" w:rsidRPr="00800A53" w:rsidRDefault="000D2169" w:rsidP="000D2169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170004, г. Тверь, ул. 1-ая за Линией ОЖД, д. 1А</w:t>
      </w:r>
    </w:p>
    <w:p w:rsidR="000D2169" w:rsidRPr="00800A53" w:rsidRDefault="000D2169" w:rsidP="000D2169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тел.: (4822) 42-28-56 отдел снабжения и сбыта 42-27-15</w:t>
      </w:r>
    </w:p>
    <w:p w:rsidR="000D2169" w:rsidRPr="00800A53" w:rsidRDefault="000D2169" w:rsidP="000D2169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  <w:lang w:val="en-US"/>
        </w:rPr>
        <w:t>E-mail: sbvdpo@mail.ru</w:t>
      </w:r>
    </w:p>
    <w:p w:rsidR="000D2169" w:rsidRPr="00800A53" w:rsidRDefault="000D2169" w:rsidP="000D2169">
      <w:pPr>
        <w:pStyle w:val="a5"/>
        <w:ind w:left="1843"/>
        <w:jc w:val="center"/>
        <w:rPr>
          <w:rFonts w:ascii="Times New Roman" w:hAnsi="Times New Roman"/>
          <w:sz w:val="24"/>
          <w:szCs w:val="24"/>
          <w:lang w:val="en-US"/>
        </w:rPr>
      </w:pPr>
      <w:r w:rsidRPr="00800A53">
        <w:rPr>
          <w:rFonts w:ascii="Times New Roman" w:hAnsi="Times New Roman"/>
          <w:sz w:val="24"/>
          <w:szCs w:val="24"/>
        </w:rPr>
        <w:t>ИНН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6950027026  </w:t>
      </w:r>
      <w:r w:rsidRPr="00800A53">
        <w:rPr>
          <w:rFonts w:ascii="Times New Roman" w:hAnsi="Times New Roman"/>
          <w:sz w:val="24"/>
          <w:szCs w:val="24"/>
        </w:rPr>
        <w:t>КПП</w:t>
      </w:r>
      <w:r w:rsidRPr="00800A53">
        <w:rPr>
          <w:rFonts w:ascii="Times New Roman" w:hAnsi="Times New Roman"/>
          <w:sz w:val="24"/>
          <w:szCs w:val="24"/>
          <w:lang w:val="en-US"/>
        </w:rPr>
        <w:t xml:space="preserve"> 695001001</w:t>
      </w:r>
    </w:p>
    <w:p w:rsidR="000D2169" w:rsidRPr="00800A53" w:rsidRDefault="000D2169" w:rsidP="000D2169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р/сч. 40703810007100000178 в ОАО АКБ «Авангард» г. Москва</w:t>
      </w:r>
    </w:p>
    <w:p w:rsidR="000D2169" w:rsidRPr="00800A53" w:rsidRDefault="000D2169" w:rsidP="000D2169">
      <w:pPr>
        <w:pStyle w:val="a5"/>
        <w:ind w:left="1843"/>
        <w:jc w:val="center"/>
        <w:rPr>
          <w:rFonts w:ascii="Times New Roman" w:hAnsi="Times New Roman"/>
          <w:sz w:val="24"/>
          <w:szCs w:val="24"/>
        </w:rPr>
      </w:pPr>
      <w:r w:rsidRPr="00800A53">
        <w:rPr>
          <w:rFonts w:ascii="Times New Roman" w:hAnsi="Times New Roman"/>
          <w:sz w:val="24"/>
          <w:szCs w:val="24"/>
        </w:rPr>
        <w:t>БИК 044525201</w:t>
      </w:r>
    </w:p>
    <w:p w:rsidR="000D2169" w:rsidRPr="00800A53" w:rsidRDefault="0014365D" w:rsidP="000D2169">
      <w:pPr>
        <w:pStyle w:val="a5"/>
        <w:ind w:left="1843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9271" type="#_x0000_t32" style="position:absolute;left:0;text-align:left;margin-left:53.85pt;margin-top:12.2pt;width:403.85pt;height:.05pt;z-index:251682816" o:connectortype="straight"/>
        </w:pict>
      </w:r>
      <w:r>
        <w:rPr>
          <w:noProof/>
          <w:sz w:val="24"/>
          <w:szCs w:val="24"/>
        </w:rPr>
        <w:pict>
          <v:shape id="_x0000_s9270" type="#_x0000_t32" style="position:absolute;left:0;text-align:left;margin-left:22.9pt;margin-top:7.2pt;width:471.3pt;height:0;z-index:251681792" o:connectortype="straight"/>
        </w:pict>
      </w:r>
    </w:p>
    <w:p w:rsidR="000D2169" w:rsidRDefault="0014365D" w:rsidP="000D2169">
      <w:pPr>
        <w:pStyle w:val="ac"/>
        <w:ind w:left="6237" w:firstLine="0"/>
        <w:rPr>
          <w:rStyle w:val="apple-style-span"/>
          <w:bCs/>
          <w:sz w:val="28"/>
          <w:szCs w:val="28"/>
        </w:rPr>
      </w:pPr>
      <w:r w:rsidRPr="0014365D">
        <w:rPr>
          <w:noProof/>
          <w:sz w:val="24"/>
          <w:szCs w:val="24"/>
          <w:lang w:eastAsia="ru-RU"/>
        </w:rPr>
        <w:pict>
          <v:shape id="_x0000_s9272" type="#_x0000_t32" style="position:absolute;left:0;text-align:left;margin-left:100.4pt;margin-top:4.8pt;width:307.85pt;height:.05pt;z-index:251683840" o:connectortype="straight"/>
        </w:pict>
      </w:r>
    </w:p>
    <w:p w:rsidR="000D2169" w:rsidRDefault="000D2169" w:rsidP="000D2169">
      <w:pPr>
        <w:pStyle w:val="ac"/>
        <w:ind w:left="6237" w:firstLine="0"/>
        <w:rPr>
          <w:rStyle w:val="apple-style-span"/>
          <w:bCs/>
          <w:sz w:val="28"/>
          <w:szCs w:val="28"/>
        </w:rPr>
      </w:pPr>
    </w:p>
    <w:p w:rsidR="000D2169" w:rsidRPr="00DC5F76" w:rsidRDefault="000D2169" w:rsidP="000D2169">
      <w:pPr>
        <w:jc w:val="center"/>
        <w:rPr>
          <w:rFonts w:ascii="GOST type A" w:hAnsi="GOST type A"/>
          <w:spacing w:val="-10"/>
          <w:sz w:val="30"/>
          <w:szCs w:val="30"/>
        </w:rPr>
      </w:pPr>
      <w:r w:rsidRPr="00DC5F76">
        <w:rPr>
          <w:rFonts w:ascii="GOST type A" w:hAnsi="GOST type A"/>
          <w:spacing w:val="-10"/>
          <w:sz w:val="30"/>
          <w:szCs w:val="30"/>
        </w:rPr>
        <w:t>МУЗ «Городская клиническая больница №6» г. Тверь, ул. Орджоникидзе д.34</w:t>
      </w:r>
      <w:r>
        <w:rPr>
          <w:rFonts w:ascii="GOST type A" w:hAnsi="GOST type A"/>
          <w:spacing w:val="-10"/>
          <w:sz w:val="30"/>
          <w:szCs w:val="30"/>
        </w:rPr>
        <w:t>.</w:t>
      </w:r>
    </w:p>
    <w:p w:rsidR="000D2169" w:rsidRPr="00DC5F76" w:rsidRDefault="000D2169" w:rsidP="000D2169">
      <w:pPr>
        <w:jc w:val="center"/>
        <w:rPr>
          <w:rFonts w:ascii="GOST type A" w:hAnsi="GOST type A"/>
          <w:spacing w:val="-10"/>
          <w:sz w:val="30"/>
          <w:szCs w:val="30"/>
        </w:rPr>
      </w:pPr>
      <w:r w:rsidRPr="00DC5F76">
        <w:rPr>
          <w:rFonts w:ascii="GOST type A" w:hAnsi="GOST type A"/>
          <w:sz w:val="30"/>
          <w:szCs w:val="30"/>
        </w:rPr>
        <w:t>Пищеблок</w:t>
      </w:r>
      <w:r>
        <w:rPr>
          <w:rFonts w:ascii="GOST type A" w:hAnsi="GOST type A"/>
          <w:sz w:val="30"/>
          <w:szCs w:val="30"/>
        </w:rPr>
        <w:t>.</w:t>
      </w:r>
      <w:r w:rsidRPr="00DC5F76">
        <w:rPr>
          <w:rFonts w:ascii="GOST type A" w:hAnsi="GOST type A"/>
          <w:sz w:val="30"/>
          <w:szCs w:val="30"/>
        </w:rPr>
        <w:t xml:space="preserve"> </w:t>
      </w:r>
      <w:r>
        <w:rPr>
          <w:rFonts w:ascii="GOST type A" w:hAnsi="GOST type A"/>
          <w:sz w:val="30"/>
          <w:szCs w:val="30"/>
        </w:rPr>
        <w:t>Г</w:t>
      </w:r>
      <w:r w:rsidRPr="00DC5F76">
        <w:rPr>
          <w:rFonts w:ascii="GOST type A" w:hAnsi="GOST type A"/>
          <w:sz w:val="30"/>
          <w:szCs w:val="30"/>
        </w:rPr>
        <w:t>. Тверь, ул. Орджоникидзе,36.</w:t>
      </w:r>
    </w:p>
    <w:p w:rsidR="000D2169" w:rsidRPr="009D0E3E" w:rsidRDefault="000D2169" w:rsidP="000D2169">
      <w:pPr>
        <w:pStyle w:val="a3"/>
      </w:pPr>
    </w:p>
    <w:p w:rsidR="000D2169" w:rsidRDefault="000D2169" w:rsidP="000D2169">
      <w:pPr>
        <w:pStyle w:val="a3"/>
      </w:pPr>
    </w:p>
    <w:p w:rsidR="000D2169" w:rsidRDefault="000D2169" w:rsidP="000D2169">
      <w:pPr>
        <w:pStyle w:val="a3"/>
      </w:pPr>
    </w:p>
    <w:p w:rsidR="000D2169" w:rsidRDefault="000D2169" w:rsidP="000D2169">
      <w:pPr>
        <w:pStyle w:val="a3"/>
      </w:pPr>
    </w:p>
    <w:p w:rsidR="000D2169" w:rsidRDefault="000D2169" w:rsidP="000D2169">
      <w:pPr>
        <w:pStyle w:val="a3"/>
      </w:pPr>
    </w:p>
    <w:p w:rsidR="000D2169" w:rsidRDefault="000D2169" w:rsidP="000D2169">
      <w:pPr>
        <w:pStyle w:val="a3"/>
      </w:pPr>
    </w:p>
    <w:p w:rsidR="000D2169" w:rsidRPr="009D0E3E" w:rsidRDefault="000D2169" w:rsidP="000D2169">
      <w:pPr>
        <w:pStyle w:val="a3"/>
      </w:pPr>
    </w:p>
    <w:p w:rsidR="000D2169" w:rsidRDefault="000D2169" w:rsidP="000D2169">
      <w:pPr>
        <w:jc w:val="center"/>
        <w:rPr>
          <w:rFonts w:ascii="GOST type A" w:hAnsi="GOST type A"/>
          <w:sz w:val="32"/>
          <w:szCs w:val="32"/>
        </w:rPr>
      </w:pPr>
      <w:r w:rsidRPr="00370B3A">
        <w:rPr>
          <w:rFonts w:ascii="GOST type A" w:hAnsi="GOST type A"/>
          <w:sz w:val="32"/>
          <w:szCs w:val="32"/>
        </w:rPr>
        <w:t xml:space="preserve">УСТРОЙСТВА АВТОМАТИЧЕСКОЙ СИСТЕМЫ ПОЖАРНОЙ СИГНАЛИЗАЦИИ АДРЕСНО-АНАЛОГОВОГО ТИПА И СИСТЕМЫ ОПОВЕЩЕНИЯ И УПРАВЛЕНИЯ ЭВАКУАЦИЕЙ ЛЮДЕЙ ПРИ ПОЖАРЕ II ТИПА В </w:t>
      </w:r>
      <w:r>
        <w:rPr>
          <w:rFonts w:ascii="GOST type A" w:hAnsi="GOST type A"/>
          <w:sz w:val="32"/>
          <w:szCs w:val="32"/>
        </w:rPr>
        <w:t xml:space="preserve">ЗДАНИЯХ И </w:t>
      </w:r>
      <w:r w:rsidRPr="00370B3A">
        <w:rPr>
          <w:rFonts w:ascii="GOST type A" w:hAnsi="GOST type A"/>
          <w:sz w:val="32"/>
          <w:szCs w:val="32"/>
        </w:rPr>
        <w:t>ПОМЕЩЕНИЯХ МУЗ «ГОРОДСКАЯ КЛИНИЧЕСКАЯ БОЛЬНИЦА №6»</w:t>
      </w: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Default="000D2169" w:rsidP="000D2169">
      <w:pPr>
        <w:pStyle w:val="a3"/>
        <w:rPr>
          <w:b w:val="0"/>
          <w:sz w:val="30"/>
          <w:szCs w:val="30"/>
        </w:rPr>
      </w:pPr>
    </w:p>
    <w:p w:rsidR="000D2169" w:rsidRDefault="000D2169" w:rsidP="000D2169">
      <w:pPr>
        <w:pStyle w:val="a3"/>
        <w:rPr>
          <w:b w:val="0"/>
          <w:sz w:val="30"/>
          <w:szCs w:val="30"/>
        </w:rPr>
      </w:pPr>
    </w:p>
    <w:p w:rsidR="000D2169" w:rsidRDefault="000D2169" w:rsidP="000D2169">
      <w:pPr>
        <w:jc w:val="center"/>
        <w:rPr>
          <w:rFonts w:ascii="GOST type A" w:hAnsi="GOST type A"/>
          <w:b/>
          <w:sz w:val="36"/>
          <w:szCs w:val="36"/>
        </w:rPr>
      </w:pPr>
      <w:r w:rsidRPr="00F55BFC">
        <w:rPr>
          <w:rFonts w:ascii="GOST type A" w:hAnsi="GOST type A"/>
          <w:b/>
          <w:sz w:val="36"/>
          <w:szCs w:val="36"/>
        </w:rPr>
        <w:t>04-2011-01-1.АПС.СОУЭ.</w:t>
      </w:r>
      <w:r w:rsidR="00A15D97">
        <w:rPr>
          <w:rFonts w:ascii="GOST type A" w:hAnsi="GOST type A"/>
          <w:b/>
          <w:sz w:val="36"/>
          <w:szCs w:val="36"/>
        </w:rPr>
        <w:t>СО</w:t>
      </w:r>
    </w:p>
    <w:p w:rsidR="000D2169" w:rsidRPr="00F55BFC" w:rsidRDefault="000D2169" w:rsidP="000D2169">
      <w:pPr>
        <w:jc w:val="center"/>
        <w:rPr>
          <w:rFonts w:ascii="GOST type A" w:hAnsi="GOST type A"/>
          <w:b/>
          <w:sz w:val="36"/>
          <w:szCs w:val="36"/>
        </w:rPr>
      </w:pPr>
      <w:r>
        <w:rPr>
          <w:rFonts w:ascii="GOST type A" w:hAnsi="GOST type A"/>
          <w:b/>
          <w:sz w:val="36"/>
          <w:szCs w:val="36"/>
        </w:rPr>
        <w:t>Спецификация оборудования</w:t>
      </w: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Pr="00DC5F76" w:rsidRDefault="000D2169" w:rsidP="000D2169">
      <w:pPr>
        <w:pStyle w:val="a3"/>
        <w:rPr>
          <w:b w:val="0"/>
          <w:sz w:val="30"/>
          <w:szCs w:val="30"/>
        </w:rPr>
      </w:pPr>
    </w:p>
    <w:p w:rsidR="000D2169" w:rsidRDefault="000D2169" w:rsidP="000D2169">
      <w:pPr>
        <w:pStyle w:val="a3"/>
        <w:rPr>
          <w:b w:val="0"/>
          <w:sz w:val="30"/>
          <w:szCs w:val="30"/>
        </w:rPr>
      </w:pPr>
    </w:p>
    <w:p w:rsidR="000D2169" w:rsidRDefault="000D2169" w:rsidP="000D2169">
      <w:pPr>
        <w:pStyle w:val="a3"/>
        <w:rPr>
          <w:b w:val="0"/>
          <w:sz w:val="30"/>
          <w:szCs w:val="30"/>
        </w:rPr>
      </w:pPr>
    </w:p>
    <w:p w:rsidR="000D2169" w:rsidRDefault="000D2169" w:rsidP="000D2169">
      <w:pPr>
        <w:pStyle w:val="a3"/>
        <w:rPr>
          <w:b w:val="0"/>
          <w:spacing w:val="-8"/>
          <w:sz w:val="30"/>
          <w:szCs w:val="30"/>
        </w:rPr>
      </w:pPr>
    </w:p>
    <w:p w:rsidR="000D2169" w:rsidRDefault="000D2169" w:rsidP="000D2169">
      <w:pPr>
        <w:pStyle w:val="a3"/>
        <w:rPr>
          <w:b w:val="0"/>
          <w:spacing w:val="-8"/>
          <w:sz w:val="30"/>
          <w:szCs w:val="30"/>
        </w:rPr>
      </w:pPr>
    </w:p>
    <w:p w:rsidR="000D2169" w:rsidRDefault="000D2169" w:rsidP="000D2169">
      <w:pPr>
        <w:pStyle w:val="a3"/>
        <w:rPr>
          <w:b w:val="0"/>
          <w:spacing w:val="-8"/>
          <w:sz w:val="30"/>
          <w:szCs w:val="30"/>
        </w:rPr>
      </w:pPr>
    </w:p>
    <w:p w:rsidR="009D0E3E" w:rsidRPr="009D0E3E" w:rsidRDefault="000D2169" w:rsidP="000D2169">
      <w:pPr>
        <w:pStyle w:val="a3"/>
        <w:rPr>
          <w:b w:val="0"/>
          <w:spacing w:val="-8"/>
          <w:sz w:val="30"/>
          <w:szCs w:val="30"/>
        </w:rPr>
      </w:pPr>
      <w:r>
        <w:rPr>
          <w:b w:val="0"/>
          <w:spacing w:val="-8"/>
          <w:sz w:val="30"/>
          <w:szCs w:val="30"/>
        </w:rPr>
        <w:t>Тверь 2011 г.</w:t>
      </w:r>
    </w:p>
    <w:sectPr w:rsidR="009D0E3E" w:rsidRPr="009D0E3E" w:rsidSect="00DC5F76">
      <w:headerReference w:type="default" r:id="rId18"/>
      <w:pgSz w:w="11907" w:h="16840" w:code="9"/>
      <w:pgMar w:top="709" w:right="567" w:bottom="851" w:left="1560" w:header="284" w:footer="28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9EE" w:rsidRDefault="00A539EE">
      <w:r>
        <w:separator/>
      </w:r>
    </w:p>
  </w:endnote>
  <w:endnote w:type="continuationSeparator" w:id="1">
    <w:p w:rsidR="00A539EE" w:rsidRDefault="00A53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OST type A">
    <w:altName w:val="G Oldstyle Ttype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9EE" w:rsidRDefault="00A539EE">
      <w:r>
        <w:separator/>
      </w:r>
    </w:p>
  </w:footnote>
  <w:footnote w:type="continuationSeparator" w:id="1">
    <w:p w:rsidR="00A539EE" w:rsidRDefault="00A53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797" style="position:absolute;left:0;text-align:left;margin-left:30.05pt;margin-top:14.55pt;width:552.55pt;height:813.55pt;z-index:-251636736;mso-position-horizontal-relative:page;mso-position-vertical-relative:page" coordorigin="571,284" coordsize="11051,16271" wrapcoords="1026 -20 1026 10173 -29 10332 -29 21620 21659 21620 21659 -20 1026 -20" o:allowincell="f">
          <v:group id="_x0000_s7798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799" type="#_x0000_t202" style="position:absolute;left:567;top:14982;width:283;height:1469" strokeweight="2.25pt">
              <v:textbox style="layout-flow:vertical;mso-layout-flow-alt:bottom-to-top;mso-next-textbox:#_x0000_s7799" inset="0,0,0,0">
                <w:txbxContent>
                  <w:p w:rsidR="00071DC4" w:rsidRDefault="00071DC4" w:rsidP="00DC5F76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 w:rsidP="00DC5F76">
                    <w:fldSimple w:instr=" NUMPAGES  \* MERGEFORMAT ">
                      <w:r w:rsidRPr="00071DC4">
                        <w:rPr>
                          <w:i w:val="0"/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  <v:shape id="_x0000_s7800" type="#_x0000_t202" style="position:absolute;left:567;top:12951;width:283;height:2056" strokeweight="2.25pt">
              <v:textbox style="layout-flow:vertical;mso-layout-flow-alt:bottom-to-top;mso-next-textbox:#_x0000_s7800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801" type="#_x0000_t202" style="position:absolute;left:567;top:10042;width:283;height:1469" strokeweight="2.25pt">
              <v:textbox style="layout-flow:vertical;mso-layout-flow-alt:bottom-to-top;mso-next-textbox:#_x0000_s7801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802" type="#_x0000_t202" style="position:absolute;left:567;top:11498;width:283;height:1470" strokeweight="2.25pt">
              <v:textbox style="layout-flow:vertical;mso-layout-flow-alt:bottom-to-top;mso-next-textbox:#_x0000_s7802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803" type="#_x0000_t202" style="position:absolute;left:567;top:7998;width:283;height:2056" strokeweight="2.25pt">
              <v:textbox style="layout-flow:vertical;mso-layout-flow-alt:bottom-to-top;mso-next-textbox:#_x0000_s7803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804" style="position:absolute;left:845;top:7998;width:283;height:8453" coordorigin="3194,6929" coordsize="283,8155">
              <v:shape id="_x0000_s7805" type="#_x0000_t202" style="position:absolute;left:3194;top:13667;width:283;height:1417" strokeweight="2.25pt">
                <v:textbox style="layout-flow:vertical;mso-layout-flow-alt:bottom-to-top;mso-next-textbox:#_x0000_s7805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806" type="#_x0000_t202" style="position:absolute;left:3194;top:11707;width:283;height:1984" strokeweight="2.25pt">
                <v:textbox style="layout-flow:vertical;mso-layout-flow-alt:bottom-to-top;mso-next-textbox:#_x0000_s7806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807" type="#_x0000_t202" style="position:absolute;left:3194;top:8901;width:283;height:1417" strokeweight="2.25pt">
                <v:textbox style="layout-flow:vertical;mso-layout-flow-alt:bottom-to-top;mso-next-textbox:#_x0000_s7807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808" type="#_x0000_t202" style="position:absolute;left:3194;top:10306;width:283;height:1417" strokeweight="2.25pt">
                <v:textbox style="layout-flow:vertical;mso-layout-flow-alt:bottom-to-top;mso-next-textbox:#_x0000_s7808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809" type="#_x0000_t202" style="position:absolute;left:3194;top:6929;width:283;height:1984" strokeweight="2.25pt">
                <v:textbox style="layout-flow:vertical;mso-layout-flow-alt:bottom-to-top;mso-next-textbox:#_x0000_s7809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810" style="position:absolute;left:1134;top:284;width:10488;height:16271" strokeweight="2.25pt"/>
          <w10:wrap anchorx="page" anchory="page"/>
        </v:group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733" style="position:absolute;left:0;text-align:left;margin-left:28.35pt;margin-top:14.2pt;width:552.55pt;height:813.55pt;z-index:-251643904;mso-position-horizontal-relative:page;mso-position-vertical-relative:page" coordorigin="571,284" coordsize="11051,16271" wrapcoords="1026 -20 1026 10173 -29 10332 -29 21620 21659 21620 21659 -20 1026 -20" o:allowincell="f">
          <v:group id="_x0000_s7734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735" type="#_x0000_t202" style="position:absolute;left:567;top:14982;width:283;height:1469" strokeweight="2.25pt">
              <v:textbox style="layout-flow:vertical;mso-layout-flow-alt:bottom-to-top;mso-next-textbox:#_x0000_s7735" inset="0,0,0,0">
                <w:txbxContent>
                  <w:p w:rsidR="00071DC4" w:rsidRDefault="00071DC4" w:rsidP="00DC5F76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>
                    <w:fldSimple w:instr=" NUMPAGES  \* MERGEFORMAT ">
                      <w:r w:rsidRPr="00071DC4">
                        <w:rPr>
                          <w:i w:val="0"/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  <v:shape id="_x0000_s7736" type="#_x0000_t202" style="position:absolute;left:567;top:12951;width:283;height:2056" strokeweight="2.25pt">
              <v:textbox style="layout-flow:vertical;mso-layout-flow-alt:bottom-to-top;mso-next-textbox:#_x0000_s7736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737" type="#_x0000_t202" style="position:absolute;left:567;top:10042;width:283;height:1469" strokeweight="2.25pt">
              <v:textbox style="layout-flow:vertical;mso-layout-flow-alt:bottom-to-top;mso-next-textbox:#_x0000_s7737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738" type="#_x0000_t202" style="position:absolute;left:567;top:11498;width:283;height:1470" strokeweight="2.25pt">
              <v:textbox style="layout-flow:vertical;mso-layout-flow-alt:bottom-to-top;mso-next-textbox:#_x0000_s7738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739" type="#_x0000_t202" style="position:absolute;left:567;top:7998;width:283;height:2056" strokeweight="2.25pt">
              <v:textbox style="layout-flow:vertical;mso-layout-flow-alt:bottom-to-top;mso-next-textbox:#_x0000_s7739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740" style="position:absolute;left:845;top:7998;width:283;height:8453" coordorigin="3194,6929" coordsize="283,8155">
              <v:shape id="_x0000_s7741" type="#_x0000_t202" style="position:absolute;left:3194;top:13667;width:283;height:1417" strokeweight="2.25pt">
                <v:textbox style="layout-flow:vertical;mso-layout-flow-alt:bottom-to-top;mso-next-textbox:#_x0000_s7741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42" type="#_x0000_t202" style="position:absolute;left:3194;top:11707;width:283;height:1984" strokeweight="2.25pt">
                <v:textbox style="layout-flow:vertical;mso-layout-flow-alt:bottom-to-top;mso-next-textbox:#_x0000_s7742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43" type="#_x0000_t202" style="position:absolute;left:3194;top:8901;width:283;height:1417" strokeweight="2.25pt">
                <v:textbox style="layout-flow:vertical;mso-layout-flow-alt:bottom-to-top;mso-next-textbox:#_x0000_s7743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44" type="#_x0000_t202" style="position:absolute;left:3194;top:10306;width:283;height:1417" strokeweight="2.25pt">
                <v:textbox style="layout-flow:vertical;mso-layout-flow-alt:bottom-to-top;mso-next-textbox:#_x0000_s7744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45" type="#_x0000_t202" style="position:absolute;left:3194;top:6929;width:283;height:1984" strokeweight="2.25pt">
                <v:textbox style="layout-flow:vertical;mso-layout-flow-alt:bottom-to-top;mso-next-textbox:#_x0000_s7745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746" style="position:absolute;left:1134;top:284;width:10488;height:16271" strokeweight="2.25pt"/>
          <w10:wrap anchorx="page" anchory="page"/>
        </v:group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761" style="position:absolute;left:0;text-align:left;margin-left:28.35pt;margin-top:14.2pt;width:552.55pt;height:813.55pt;z-index:-251640832;mso-position-horizontal-relative:page;mso-position-vertical-relative:page" coordorigin="571,284" coordsize="11051,16271" wrapcoords="1026 -20 1026 10173 -29 10332 -29 21620 21659 21620 21659 -20 1026 -20" o:allowincell="f">
          <v:group id="_x0000_s7762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763" type="#_x0000_t202" style="position:absolute;left:567;top:14982;width:283;height:1469" strokeweight="2.25pt">
              <v:textbox style="layout-flow:vertical;mso-layout-flow-alt:bottom-to-top;mso-next-textbox:#_x0000_s7763" inset="0,0,0,0">
                <w:txbxContent>
                  <w:p w:rsidR="00071DC4" w:rsidRDefault="00071DC4" w:rsidP="00DC5F76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>
                    <w:fldSimple w:instr=" NUMPAGES  \* MERGEFORMAT ">
                      <w:r w:rsidRPr="00071DC4">
                        <w:rPr>
                          <w:i w:val="0"/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  <v:shape id="_x0000_s7764" type="#_x0000_t202" style="position:absolute;left:567;top:12951;width:283;height:2056" strokeweight="2.25pt">
              <v:textbox style="layout-flow:vertical;mso-layout-flow-alt:bottom-to-top;mso-next-textbox:#_x0000_s7764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765" type="#_x0000_t202" style="position:absolute;left:567;top:10042;width:283;height:1469" strokeweight="2.25pt">
              <v:textbox style="layout-flow:vertical;mso-layout-flow-alt:bottom-to-top;mso-next-textbox:#_x0000_s7765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766" type="#_x0000_t202" style="position:absolute;left:567;top:11498;width:283;height:1470" strokeweight="2.25pt">
              <v:textbox style="layout-flow:vertical;mso-layout-flow-alt:bottom-to-top;mso-next-textbox:#_x0000_s7766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767" type="#_x0000_t202" style="position:absolute;left:567;top:7998;width:283;height:2056" strokeweight="2.25pt">
              <v:textbox style="layout-flow:vertical;mso-layout-flow-alt:bottom-to-top;mso-next-textbox:#_x0000_s7767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768" style="position:absolute;left:845;top:7998;width:283;height:8453" coordorigin="3194,6929" coordsize="283,8155">
              <v:shape id="_x0000_s7769" type="#_x0000_t202" style="position:absolute;left:3194;top:13667;width:283;height:1417" strokeweight="2.25pt">
                <v:textbox style="layout-flow:vertical;mso-layout-flow-alt:bottom-to-top;mso-next-textbox:#_x0000_s7769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70" type="#_x0000_t202" style="position:absolute;left:3194;top:11707;width:283;height:1984" strokeweight="2.25pt">
                <v:textbox style="layout-flow:vertical;mso-layout-flow-alt:bottom-to-top;mso-next-textbox:#_x0000_s7770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71" type="#_x0000_t202" style="position:absolute;left:3194;top:8901;width:283;height:1417" strokeweight="2.25pt">
                <v:textbox style="layout-flow:vertical;mso-layout-flow-alt:bottom-to-top;mso-next-textbox:#_x0000_s7771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72" type="#_x0000_t202" style="position:absolute;left:3194;top:10306;width:283;height:1417" strokeweight="2.25pt">
                <v:textbox style="layout-flow:vertical;mso-layout-flow-alt:bottom-to-top;mso-next-textbox:#_x0000_s7772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73" type="#_x0000_t202" style="position:absolute;left:3194;top:6929;width:283;height:1984" strokeweight="2.25pt">
                <v:textbox style="layout-flow:vertical;mso-layout-flow-alt:bottom-to-top;mso-next-textbox:#_x0000_s7773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774" style="position:absolute;left:1134;top:284;width:10488;height:16271" strokeweight="2.25pt"/>
          <w10:wrap anchorx="page" anchory="page"/>
        </v:group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302" style="position:absolute;left:0;text-align:left;margin-left:28.35pt;margin-top:14.2pt;width:552.55pt;height:813.55pt;z-index:-251655168;mso-position-horizontal-relative:page;mso-position-vertical-relative:page" coordorigin="571,284" coordsize="11051,16271" wrapcoords="1026 -20 1026 10173 -29 10332 -29 21620 21659 21620 21659 -20 1026 -20" o:allowincell="f">
          <v:group id="_x0000_s7303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304" type="#_x0000_t202" style="position:absolute;left:567;top:14982;width:283;height:1469" strokeweight="2.25pt">
              <v:textbox style="layout-flow:vertical;mso-layout-flow-alt:bottom-to-top;mso-next-textbox:#_x0000_s7304" inset="0,0,0,0">
                <w:txbxContent>
                  <w:p w:rsidR="00071DC4" w:rsidRDefault="00071DC4" w:rsidP="00DC5F76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>
                    <w:fldSimple w:instr=" NUMPAGES  \* MERGEFORMAT ">
                      <w:r w:rsidRPr="00071DC4">
                        <w:rPr>
                          <w:i w:val="0"/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  <v:shape id="_x0000_s7305" type="#_x0000_t202" style="position:absolute;left:567;top:12951;width:283;height:2056" strokeweight="2.25pt">
              <v:textbox style="layout-flow:vertical;mso-layout-flow-alt:bottom-to-top;mso-next-textbox:#_x0000_s7305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306" type="#_x0000_t202" style="position:absolute;left:567;top:10042;width:283;height:1469" strokeweight="2.25pt">
              <v:textbox style="layout-flow:vertical;mso-layout-flow-alt:bottom-to-top;mso-next-textbox:#_x0000_s7306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307" type="#_x0000_t202" style="position:absolute;left:567;top:11498;width:283;height:1470" strokeweight="2.25pt">
              <v:textbox style="layout-flow:vertical;mso-layout-flow-alt:bottom-to-top;mso-next-textbox:#_x0000_s7307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308" type="#_x0000_t202" style="position:absolute;left:567;top:7998;width:283;height:2056" strokeweight="2.25pt">
              <v:textbox style="layout-flow:vertical;mso-layout-flow-alt:bottom-to-top;mso-next-textbox:#_x0000_s7308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309" style="position:absolute;left:845;top:7998;width:283;height:8453" coordorigin="3194,6929" coordsize="283,8155">
              <v:shape id="_x0000_s7310" type="#_x0000_t202" style="position:absolute;left:3194;top:13667;width:283;height:1417" strokeweight="2.25pt">
                <v:textbox style="layout-flow:vertical;mso-layout-flow-alt:bottom-to-top;mso-next-textbox:#_x0000_s7310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311" type="#_x0000_t202" style="position:absolute;left:3194;top:11707;width:283;height:1984" strokeweight="2.25pt">
                <v:textbox style="layout-flow:vertical;mso-layout-flow-alt:bottom-to-top;mso-next-textbox:#_x0000_s7311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312" type="#_x0000_t202" style="position:absolute;left:3194;top:8901;width:283;height:1417" strokeweight="2.25pt">
                <v:textbox style="layout-flow:vertical;mso-layout-flow-alt:bottom-to-top;mso-next-textbox:#_x0000_s7312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313" type="#_x0000_t202" style="position:absolute;left:3194;top:10306;width:283;height:1417" strokeweight="2.25pt">
                <v:textbox style="layout-flow:vertical;mso-layout-flow-alt:bottom-to-top;mso-next-textbox:#_x0000_s7313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314" type="#_x0000_t202" style="position:absolute;left:3194;top:6929;width:283;height:1984" strokeweight="2.25pt">
                <v:textbox style="layout-flow:vertical;mso-layout-flow-alt:bottom-to-top;mso-next-textbox:#_x0000_s7314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315" style="position:absolute;left:1134;top:284;width:10488;height:16271" strokeweight="2.2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825" style="position:absolute;left:0;text-align:left;margin-left:27.2pt;margin-top:12.75pt;width:552.55pt;height:806.85pt;z-index:-251633664;mso-position-horizontal-relative:page;mso-position-vertical-relative:page" coordorigin="571,284" coordsize="11051,16271" wrapcoords="1026 -20 1026 10173 -29 10332 -29 21620 21659 21620 21659 -20 1026 -20" o:allowincell="f">
          <v:group id="_x0000_s7826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827" type="#_x0000_t202" style="position:absolute;left:567;top:14982;width:283;height:1469" strokeweight="2.25pt">
              <v:textbox style="layout-flow:vertical;mso-layout-flow-alt:bottom-to-top;mso-next-textbox:#_x0000_s7827" inset="0,0,0,0">
                <w:txbxContent>
                  <w:p w:rsidR="00071DC4" w:rsidRDefault="00071DC4" w:rsidP="00B37F93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 w:rsidP="00B37F93">
                    <w:fldSimple w:instr=" NUMPAGES  \* MERGEFORMAT ">
                      <w:r w:rsidRPr="00071DC4">
                        <w:rPr>
                          <w:i w:val="0"/>
                          <w:noProof/>
                        </w:rPr>
                        <w:t>8</w:t>
                      </w:r>
                    </w:fldSimple>
                  </w:p>
                </w:txbxContent>
              </v:textbox>
            </v:shape>
            <v:shape id="_x0000_s7828" type="#_x0000_t202" style="position:absolute;left:567;top:12951;width:283;height:2056" strokeweight="2.25pt">
              <v:textbox style="layout-flow:vertical;mso-layout-flow-alt:bottom-to-top;mso-next-textbox:#_x0000_s7828" inset="0,0,0,0">
                <w:txbxContent>
                  <w:p w:rsidR="00071DC4" w:rsidRDefault="00071DC4" w:rsidP="00B37F93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829" type="#_x0000_t202" style="position:absolute;left:567;top:10042;width:283;height:1469" strokeweight="2.25pt">
              <v:textbox style="layout-flow:vertical;mso-layout-flow-alt:bottom-to-top;mso-next-textbox:#_x0000_s7829" inset="0,0,0,0">
                <w:txbxContent>
                  <w:p w:rsidR="00071DC4" w:rsidRDefault="00071DC4" w:rsidP="00B37F93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830" type="#_x0000_t202" style="position:absolute;left:567;top:11498;width:283;height:1470" strokeweight="2.25pt">
              <v:textbox style="layout-flow:vertical;mso-layout-flow-alt:bottom-to-top;mso-next-textbox:#_x0000_s7830" inset="0,0,0,0">
                <w:txbxContent>
                  <w:p w:rsidR="00071DC4" w:rsidRDefault="00071DC4" w:rsidP="00B37F93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831" type="#_x0000_t202" style="position:absolute;left:567;top:7998;width:283;height:2056" strokeweight="2.25pt">
              <v:textbox style="layout-flow:vertical;mso-layout-flow-alt:bottom-to-top;mso-next-textbox:#_x0000_s7831" inset="0,0,0,0">
                <w:txbxContent>
                  <w:p w:rsidR="00071DC4" w:rsidRDefault="00071DC4" w:rsidP="00B37F93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832" style="position:absolute;left:845;top:7998;width:283;height:8453" coordorigin="3194,6929" coordsize="283,8155">
              <v:shape id="_x0000_s7833" type="#_x0000_t202" style="position:absolute;left:3194;top:13667;width:283;height:1417" strokeweight="2.25pt">
                <v:textbox style="layout-flow:vertical;mso-layout-flow-alt:bottom-to-top;mso-next-textbox:#_x0000_s7833" inset="0,0,0,0">
                  <w:txbxContent>
                    <w:p w:rsidR="00071DC4" w:rsidRDefault="00071DC4" w:rsidP="00B37F93">
                      <w:pPr>
                        <w:pStyle w:val="a4"/>
                      </w:pPr>
                    </w:p>
                  </w:txbxContent>
                </v:textbox>
              </v:shape>
              <v:shape id="_x0000_s7834" type="#_x0000_t202" style="position:absolute;left:3194;top:11707;width:283;height:1984" strokeweight="2.25pt">
                <v:textbox style="layout-flow:vertical;mso-layout-flow-alt:bottom-to-top;mso-next-textbox:#_x0000_s7834" inset="0,0,0,0">
                  <w:txbxContent>
                    <w:p w:rsidR="00071DC4" w:rsidRDefault="00071DC4" w:rsidP="00B37F93">
                      <w:pPr>
                        <w:pStyle w:val="a4"/>
                      </w:pPr>
                    </w:p>
                  </w:txbxContent>
                </v:textbox>
              </v:shape>
              <v:shape id="_x0000_s7835" type="#_x0000_t202" style="position:absolute;left:3194;top:8901;width:283;height:1417" strokeweight="2.25pt">
                <v:textbox style="layout-flow:vertical;mso-layout-flow-alt:bottom-to-top;mso-next-textbox:#_x0000_s7835" inset="0,0,0,0">
                  <w:txbxContent>
                    <w:p w:rsidR="00071DC4" w:rsidRDefault="00071DC4" w:rsidP="00B37F93">
                      <w:pPr>
                        <w:pStyle w:val="a4"/>
                      </w:pPr>
                    </w:p>
                  </w:txbxContent>
                </v:textbox>
              </v:shape>
              <v:shape id="_x0000_s7836" type="#_x0000_t202" style="position:absolute;left:3194;top:10306;width:283;height:1417" strokeweight="2.25pt">
                <v:textbox style="layout-flow:vertical;mso-layout-flow-alt:bottom-to-top;mso-next-textbox:#_x0000_s7836" inset="0,0,0,0">
                  <w:txbxContent>
                    <w:p w:rsidR="00071DC4" w:rsidRDefault="00071DC4" w:rsidP="00B37F93">
                      <w:pPr>
                        <w:pStyle w:val="a4"/>
                      </w:pPr>
                    </w:p>
                  </w:txbxContent>
                </v:textbox>
              </v:shape>
              <v:shape id="_x0000_s7837" type="#_x0000_t202" style="position:absolute;left:3194;top:6929;width:283;height:1984" strokeweight="2.25pt">
                <v:textbox style="layout-flow:vertical;mso-layout-flow-alt:bottom-to-top;mso-next-textbox:#_x0000_s7837" inset="0,0,0,0">
                  <w:txbxContent>
                    <w:p w:rsidR="00071DC4" w:rsidRDefault="00071DC4" w:rsidP="00B37F93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838" style="position:absolute;left:1134;top:284;width:10488;height:16271" strokeweight="2.25pt"/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783" style="position:absolute;left:0;text-align:left;margin-left:30.05pt;margin-top:14.55pt;width:552.55pt;height:813.55pt;z-index:-251638784;mso-position-horizontal-relative:page;mso-position-vertical-relative:page" coordorigin="571,284" coordsize="11051,16271" wrapcoords="1026 -20 1026 10173 -29 10332 -29 21620 21659 21620 21659 -20 1026 -20" o:allowincell="f">
          <v:group id="_x0000_s7784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785" type="#_x0000_t202" style="position:absolute;left:567;top:14982;width:283;height:1469" strokeweight="2.25pt">
              <v:textbox style="layout-flow:vertical;mso-layout-flow-alt:bottom-to-top;mso-next-textbox:#_x0000_s7785" inset="0,0,0,0">
                <w:txbxContent>
                  <w:p w:rsidR="00071DC4" w:rsidRDefault="00071DC4" w:rsidP="00DC5F76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 w:rsidP="00DC5F76">
                    <w:fldSimple w:instr=" NUMPAGES  \* MERGEFORMAT ">
                      <w:r w:rsidRPr="00071DC4">
                        <w:rPr>
                          <w:i w:val="0"/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  <v:shape id="_x0000_s7786" type="#_x0000_t202" style="position:absolute;left:567;top:12951;width:283;height:2056" strokeweight="2.25pt">
              <v:textbox style="layout-flow:vertical;mso-layout-flow-alt:bottom-to-top;mso-next-textbox:#_x0000_s7786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787" type="#_x0000_t202" style="position:absolute;left:567;top:10042;width:283;height:1469" strokeweight="2.25pt">
              <v:textbox style="layout-flow:vertical;mso-layout-flow-alt:bottom-to-top;mso-next-textbox:#_x0000_s7787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788" type="#_x0000_t202" style="position:absolute;left:567;top:11498;width:283;height:1470" strokeweight="2.25pt">
              <v:textbox style="layout-flow:vertical;mso-layout-flow-alt:bottom-to-top;mso-next-textbox:#_x0000_s7788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789" type="#_x0000_t202" style="position:absolute;left:567;top:7998;width:283;height:2056" strokeweight="2.25pt">
              <v:textbox style="layout-flow:vertical;mso-layout-flow-alt:bottom-to-top;mso-next-textbox:#_x0000_s7789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790" style="position:absolute;left:845;top:7998;width:283;height:8453" coordorigin="3194,6929" coordsize="283,8155">
              <v:shape id="_x0000_s7791" type="#_x0000_t202" style="position:absolute;left:3194;top:13667;width:283;height:1417" strokeweight="2.25pt">
                <v:textbox style="layout-flow:vertical;mso-layout-flow-alt:bottom-to-top;mso-next-textbox:#_x0000_s7791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92" type="#_x0000_t202" style="position:absolute;left:3194;top:11707;width:283;height:1984" strokeweight="2.25pt">
                <v:textbox style="layout-flow:vertical;mso-layout-flow-alt:bottom-to-top;mso-next-textbox:#_x0000_s7792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93" type="#_x0000_t202" style="position:absolute;left:3194;top:8901;width:283;height:1417" strokeweight="2.25pt">
                <v:textbox style="layout-flow:vertical;mso-layout-flow-alt:bottom-to-top;mso-next-textbox:#_x0000_s7793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94" type="#_x0000_t202" style="position:absolute;left:3194;top:10306;width:283;height:1417" strokeweight="2.25pt">
                <v:textbox style="layout-flow:vertical;mso-layout-flow-alt:bottom-to-top;mso-next-textbox:#_x0000_s7794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795" type="#_x0000_t202" style="position:absolute;left:3194;top:6929;width:283;height:1984" strokeweight="2.25pt">
                <v:textbox style="layout-flow:vertical;mso-layout-flow-alt:bottom-to-top;mso-next-textbox:#_x0000_s7795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796" style="position:absolute;left:1134;top:284;width:10488;height:16271" strokeweight="2.25pt"/>
          <w10:wrap anchorx="page" anchory="page"/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288" style="position:absolute;left:0;text-align:left;margin-left:30.05pt;margin-top:14.55pt;width:552.55pt;height:813.55pt;z-index:-251657216;mso-position-horizontal-relative:page;mso-position-vertical-relative:page" coordorigin="571,284" coordsize="11051,16271" wrapcoords="1026 -20 1026 10173 -29 10332 -29 21620 21659 21620 21659 -20 1026 -20" o:allowincell="f">
          <v:group id="_x0000_s7289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290" type="#_x0000_t202" style="position:absolute;left:567;top:14982;width:283;height:1469" strokeweight="2.25pt">
              <v:textbox style="layout-flow:vertical;mso-layout-flow-alt:bottom-to-top;mso-next-textbox:#_x0000_s7290" inset="0,0,0,0">
                <w:txbxContent>
                  <w:p w:rsidR="00071DC4" w:rsidRDefault="00071DC4" w:rsidP="00DC5F76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 w:rsidP="00DC5F76">
                    <w:fldSimple w:instr=" NUMPAGES  \* MERGEFORMAT ">
                      <w:r w:rsidR="00362227" w:rsidRPr="00362227">
                        <w:rPr>
                          <w:i w:val="0"/>
                          <w:noProof/>
                        </w:rPr>
                        <w:t>8</w:t>
                      </w:r>
                    </w:fldSimple>
                  </w:p>
                </w:txbxContent>
              </v:textbox>
            </v:shape>
            <v:shape id="_x0000_s7291" type="#_x0000_t202" style="position:absolute;left:567;top:12951;width:283;height:2056" strokeweight="2.25pt">
              <v:textbox style="layout-flow:vertical;mso-layout-flow-alt:bottom-to-top;mso-next-textbox:#_x0000_s7291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292" type="#_x0000_t202" style="position:absolute;left:567;top:10042;width:283;height:1469" strokeweight="2.25pt">
              <v:textbox style="layout-flow:vertical;mso-layout-flow-alt:bottom-to-top;mso-next-textbox:#_x0000_s7292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293" type="#_x0000_t202" style="position:absolute;left:567;top:11498;width:283;height:1470" strokeweight="2.25pt">
              <v:textbox style="layout-flow:vertical;mso-layout-flow-alt:bottom-to-top;mso-next-textbox:#_x0000_s7293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294" type="#_x0000_t202" style="position:absolute;left:567;top:7998;width:283;height:2056" strokeweight="2.25pt">
              <v:textbox style="layout-flow:vertical;mso-layout-flow-alt:bottom-to-top;mso-next-textbox:#_x0000_s7294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295" style="position:absolute;left:845;top:7998;width:283;height:8453" coordorigin="3194,6929" coordsize="283,8155">
              <v:shape id="_x0000_s7296" type="#_x0000_t202" style="position:absolute;left:3194;top:13667;width:283;height:1417" strokeweight="2.25pt">
                <v:textbox style="layout-flow:vertical;mso-layout-flow-alt:bottom-to-top;mso-next-textbox:#_x0000_s7296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297" type="#_x0000_t202" style="position:absolute;left:3194;top:11707;width:283;height:1984" strokeweight="2.25pt">
                <v:textbox style="layout-flow:vertical;mso-layout-flow-alt:bottom-to-top;mso-next-textbox:#_x0000_s7297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298" type="#_x0000_t202" style="position:absolute;left:3194;top:8901;width:283;height:1417" strokeweight="2.25pt">
                <v:textbox style="layout-flow:vertical;mso-layout-flow-alt:bottom-to-top;mso-next-textbox:#_x0000_s7298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299" type="#_x0000_t202" style="position:absolute;left:3194;top:10306;width:283;height:1417" strokeweight="2.25pt">
                <v:textbox style="layout-flow:vertical;mso-layout-flow-alt:bottom-to-top;mso-next-textbox:#_x0000_s7299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300" type="#_x0000_t202" style="position:absolute;left:3194;top:6929;width:283;height:1984" strokeweight="2.25pt">
                <v:textbox style="layout-flow:vertical;mso-layout-flow-alt:bottom-to-top;mso-next-textbox:#_x0000_s7300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301" style="position:absolute;left:1134;top:284;width:10488;height:16271" strokeweight="2.25pt"/>
          <w10:wrap anchorx="page" anchory="page"/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408" style="position:absolute;left:0;text-align:left;margin-left:40.35pt;margin-top:26.2pt;width:552.45pt;height:813.55pt;z-index:-251652096;mso-position-horizontal-relative:page;mso-position-vertical-relative:page" coordorigin="573,284" coordsize="11049,16271" wrapcoords="996 -20 996 10810 -29 10949 -29 21620 21659 21620 21659 -20 996 -20" o:allowincell="f">
          <v:group id="_x0000_s7409" style="position:absolute;left:573;top:8557;width:561;height:7998" coordorigin="3194,6929" coordsize="561,8155">
            <v:group id="_x0000_s7410" style="position:absolute;left:3194;top:6929;width:283;height:8155" coordorigin="3194,6929" coordsize="283,815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7411" type="#_x0000_t202" style="position:absolute;left:3194;top:13667;width:283;height:1417" strokeweight="2.25pt">
                <v:textbox style="layout-flow:vertical;mso-layout-flow-alt:bottom-to-top;mso-next-textbox:#_x0000_s7411" inset="0,0,0,0">
                  <w:txbxContent>
                    <w:p w:rsidR="00071DC4" w:rsidRDefault="00071DC4" w:rsidP="00F55BFC">
                      <w:pPr>
                        <w:pStyle w:val="a4"/>
                      </w:pPr>
                      <w:r>
                        <w:t>Инв. № подп</w:t>
                      </w:r>
                    </w:p>
                  </w:txbxContent>
                </v:textbox>
              </v:shape>
              <v:shape id="_x0000_s7412" type="#_x0000_t202" style="position:absolute;left:3194;top:11707;width:283;height:1984" strokeweight="2.25pt">
                <v:textbox style="layout-flow:vertical;mso-layout-flow-alt:bottom-to-top;mso-next-textbox:#_x0000_s7412" inset="0,0,0,0">
                  <w:txbxContent>
                    <w:p w:rsidR="00071DC4" w:rsidRDefault="00071DC4" w:rsidP="00F55BFC">
                      <w:pPr>
                        <w:pStyle w:val="a4"/>
                      </w:pPr>
                      <w:r>
                        <w:t>Подп. и дата</w:t>
                      </w:r>
                    </w:p>
                  </w:txbxContent>
                </v:textbox>
              </v:shape>
              <v:shape id="_x0000_s7413" type="#_x0000_t202" style="position:absolute;left:3194;top:8901;width:283;height:1417" strokeweight="2.25pt">
                <v:textbox style="layout-flow:vertical;mso-layout-flow-alt:bottom-to-top;mso-next-textbox:#_x0000_s7413" inset="0,0,0,0">
                  <w:txbxContent>
                    <w:p w:rsidR="00071DC4" w:rsidRDefault="00071DC4" w:rsidP="00F55BFC">
                      <w:pPr>
                        <w:pStyle w:val="a4"/>
                      </w:pPr>
                      <w:r>
                        <w:t>Взам. инв. №</w:t>
                      </w:r>
                    </w:p>
                  </w:txbxContent>
                </v:textbox>
              </v:shape>
              <v:shape id="_x0000_s7414" type="#_x0000_t202" style="position:absolute;left:3194;top:10306;width:283;height:1417" strokeweight="2.25pt">
                <v:textbox style="layout-flow:vertical;mso-layout-flow-alt:bottom-to-top;mso-next-textbox:#_x0000_s7414" inset="0,0,0,0">
                  <w:txbxContent>
                    <w:p w:rsidR="00071DC4" w:rsidRDefault="00071DC4" w:rsidP="00F55BFC">
                      <w:pPr>
                        <w:pStyle w:val="a4"/>
                      </w:pPr>
                      <w:r>
                        <w:t>Инв. № дубл.</w:t>
                      </w:r>
                    </w:p>
                  </w:txbxContent>
                </v:textbox>
              </v:shape>
              <v:shape id="_x0000_s7415" type="#_x0000_t202" style="position:absolute;left:3194;top:6929;width:283;height:1984" strokeweight="2.25pt">
                <v:textbox style="layout-flow:vertical;mso-layout-flow-alt:bottom-to-top;mso-next-textbox:#_x0000_s7415" inset="0,0,0,0">
                  <w:txbxContent>
                    <w:p w:rsidR="00071DC4" w:rsidRDefault="00071DC4" w:rsidP="00F55BFC">
                      <w:pPr>
                        <w:pStyle w:val="a4"/>
                      </w:pPr>
                      <w:r>
                        <w:t>Подп. и дата</w:t>
                      </w:r>
                    </w:p>
                  </w:txbxContent>
                </v:textbox>
              </v:shape>
            </v:group>
            <v:group id="_x0000_s7416" style="position:absolute;left:3472;top:6929;width:283;height:8155" coordorigin="3194,6929" coordsize="283,8155">
              <v:shape id="_x0000_s7417" type="#_x0000_t202" style="position:absolute;left:3194;top:13667;width:283;height:1417" strokeweight="2.25pt">
                <v:textbox style="layout-flow:vertical;mso-layout-flow-alt:bottom-to-top;mso-next-textbox:#_x0000_s7417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  <v:shape id="_x0000_s7418" type="#_x0000_t202" style="position:absolute;left:3194;top:11707;width:283;height:1984" strokeweight="2.25pt">
                <v:textbox style="layout-flow:vertical;mso-layout-flow-alt:bottom-to-top;mso-next-textbox:#_x0000_s7418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  <v:shape id="_x0000_s7419" type="#_x0000_t202" style="position:absolute;left:3194;top:8901;width:283;height:1417" strokeweight="2.25pt">
                <v:textbox style="layout-flow:vertical;mso-layout-flow-alt:bottom-to-top;mso-next-textbox:#_x0000_s7419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  <v:shape id="_x0000_s7420" type="#_x0000_t202" style="position:absolute;left:3194;top:10306;width:283;height:1417" strokeweight="2.25pt">
                <v:textbox style="layout-flow:vertical;mso-layout-flow-alt:bottom-to-top;mso-next-textbox:#_x0000_s7420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  <v:shape id="_x0000_s7421" type="#_x0000_t202" style="position:absolute;left:3194;top:6929;width:283;height:1984" strokeweight="2.25pt">
                <v:textbox style="layout-flow:vertical;mso-layout-flow-alt:bottom-to-top;mso-next-textbox:#_x0000_s7421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422" style="position:absolute;left:1134;top:284;width:10488;height:16271" strokeweight="2.25pt">
            <v:textbox inset="0,0,0,0"/>
          </v:rect>
          <v:group id="_x0000_s7423" style="position:absolute;left:1134;top:14321;width:10488;height:2234" coordorigin="1418,13315" coordsize="10488,2278">
            <v:rect id="_x0000_s7424" style="position:absolute;left:1418;top:13317;width:10488;height:2268" strokeweight="2.25pt">
              <v:textbox inset="0,0,0,0"/>
            </v:rect>
            <v:group id="_x0000_s7425" style="position:absolute;left:1421;top:13315;width:10485;height:2278" coordorigin="1135,11234" coordsize="10485,2278">
              <v:group id="_x0000_s7426" style="position:absolute;left:4817;top:11234;width:6803;height:2268" coordorigin="4667,12846" coordsize="6803,2268">
                <v:group id="_x0000_s7427" style="position:absolute;left:8629;top:13691;width:2841;height:577" coordorigin="6360,12791" coordsize="2841,577">
                  <v:shape id="_x0000_s7428" type="#_x0000_t202" style="position:absolute;left:6365;top:12791;width:848;height:283" strokeweight="2.25pt">
                    <v:textbox style="mso-next-textbox:#_x0000_s7428" inset="0,0,0,0">
                      <w:txbxContent>
                        <w:p w:rsidR="00071DC4" w:rsidRDefault="00071DC4" w:rsidP="00F55BFC">
                          <w:pPr>
                            <w:pStyle w:val="a4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_x0000_s7429" type="#_x0000_t202" style="position:absolute;left:7218;top:12791;width:847;height:283" strokeweight="2.25pt">
                    <v:textbox style="mso-next-textbox:#_x0000_s7429" inset="0,0,0,0">
                      <w:txbxContent>
                        <w:p w:rsidR="00071DC4" w:rsidRDefault="00071DC4" w:rsidP="00F55BFC">
                          <w:pPr>
                            <w:pStyle w:val="a4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_x0000_s7430" type="#_x0000_t202" style="position:absolute;left:8070;top:12791;width:1131;height:283" strokeweight="2.25pt">
                    <v:textbox style="mso-next-textbox:#_x0000_s7430" inset="0,0,0,0">
                      <w:txbxContent>
                        <w:p w:rsidR="00071DC4" w:rsidRDefault="00071DC4" w:rsidP="00F55BFC">
                          <w:pPr>
                            <w:pStyle w:val="a4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_x0000_s7431" type="#_x0000_t202" style="position:absolute;left:7223;top:13077;width:847;height:283" strokeweight="2.25pt">
                    <v:textbox style="mso-next-textbox:#_x0000_s7431" inset="0,0,0,0">
                      <w:txbxContent>
                        <w:p w:rsidR="00071DC4" w:rsidRDefault="00071DC4" w:rsidP="00F55BFC">
                          <w:pPr>
                            <w:pStyle w:val="a4"/>
                            <w:rPr>
                              <w:noProof w:val="0"/>
                              <w:lang w:val="en-US"/>
                            </w:rPr>
                          </w:pPr>
                          <w:r>
                            <w:rPr>
                              <w:noProof w:val="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noProof w:val="0"/>
                              <w:lang w:val="en-US"/>
                            </w:rPr>
                            <w:instrText xml:space="preserve"> PAGE  \* MERGEFORMAT </w:instrText>
                          </w:r>
                          <w:r>
                            <w:rPr>
                              <w:noProof w:val="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t>2</w:t>
                          </w:r>
                          <w:r>
                            <w:rPr>
                              <w:noProof w:val="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shape id="_x0000_s7432" type="#_x0000_t202" style="position:absolute;left:8070;top:13072;width:1131;height:283" strokeweight="2.25pt">
                    <v:textbox style="mso-next-textbox:#_x0000_s7432" inset="0,0,0,0">
                      <w:txbxContent>
                        <w:p w:rsidR="00071DC4" w:rsidRDefault="00071DC4" w:rsidP="00F55BFC">
                          <w:pPr>
                            <w:pStyle w:val="a4"/>
                            <w:rPr>
                              <w:noProof w:val="0"/>
                              <w:lang w:val="en-US"/>
                            </w:rPr>
                          </w:pPr>
                          <w:fldSimple w:instr=" NUMPAGES  \* MERGEFORMAT ">
                            <w:r w:rsidRPr="00071DC4">
                              <w:rPr>
                                <w:lang w:val="en-US"/>
                              </w:rPr>
                              <w:t>1</w:t>
                            </w:r>
                          </w:fldSimple>
                        </w:p>
                      </w:txbxContent>
                    </v:textbox>
                  </v:shape>
                  <v:group id="_x0000_s7433" style="position:absolute;left:6360;top:13084;width:848;height:284" coordorigin="6125,9275" coordsize="850,284">
                    <v:shape id="_x0000_s7434" type="#_x0000_t202" style="position:absolute;left:6125;top:9275;width:283;height:283" strokeweight="1pt">
                      <v:textbox style="mso-next-textbox:#_x0000_s7434" inset="0,0,0,0">
                        <w:txbxContent>
                          <w:p w:rsidR="00071DC4" w:rsidRDefault="00071DC4" w:rsidP="00F55BFC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  <v:shape id="_x0000_s7435" type="#_x0000_t202" style="position:absolute;left:6409;top:9276;width:283;height:283" strokeweight="1pt">
                      <v:textbox style="mso-next-textbox:#_x0000_s7435" inset="0,0,0,0">
                        <w:txbxContent>
                          <w:p w:rsidR="00071DC4" w:rsidRDefault="00071DC4" w:rsidP="00F55BFC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  <v:shape id="_x0000_s7436" type="#_x0000_t202" style="position:absolute;left:6692;top:9275;width:283;height:283" strokeweight="1pt">
                      <v:textbox style="mso-next-textbox:#_x0000_s7436" inset="0,0,0,0">
                        <w:txbxContent>
                          <w:p w:rsidR="00071DC4" w:rsidRDefault="00071DC4" w:rsidP="00F55BFC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</v:group>
                </v:group>
                <v:shape id="_x0000_s7437" type="#_x0000_t202" style="position:absolute;left:8635;top:14264;width:2835;height:850" strokeweight="2.25pt">
                  <v:textbox style="mso-next-textbox:#_x0000_s7437" inset="0,0,0,0">
                    <w:txbxContent>
                      <w:p w:rsidR="00071DC4" w:rsidRDefault="00071DC4" w:rsidP="00F55BFC">
                        <w:pPr>
                          <w:pStyle w:val="a4"/>
                          <w:spacing w:before="60"/>
                          <w:rPr>
                            <w:noProof w:val="0"/>
                            <w:sz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DOCPROPERTY "Company"  \* MERGEFORMAT 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  <v:shape id="_x0000_s7438" type="#_x0000_t202" style="position:absolute;left:4667;top:13697;width:3969;height:1417" strokeweight="2.25pt">
                  <v:textbox style="mso-next-textbox:#_x0000_s7438" inset="0,0,0,0">
                    <w:txbxContent>
                      <w:p w:rsidR="00071DC4" w:rsidRDefault="00071DC4" w:rsidP="00F55BFC">
                        <w:pPr>
                          <w:pStyle w:val="a4"/>
                          <w:spacing w:before="240"/>
                          <w:rPr>
                            <w:noProof w:val="0"/>
                            <w:sz w:val="24"/>
                          </w:rPr>
                        </w:pPr>
                        <w:fldSimple w:instr=" TITLE  \* MERGEFORMAT ">
                          <w:r w:rsidRPr="00071DC4">
                            <w:rPr>
                              <w:noProof w:val="0"/>
                              <w:sz w:val="24"/>
                            </w:rPr>
                            <w:t>Шаблон для создания отчетов по ГОСТу</w:t>
                          </w:r>
                        </w:fldSimple>
                      </w:p>
                    </w:txbxContent>
                  </v:textbox>
                </v:shape>
                <v:shape id="_x0000_s7439" type="#_x0000_t202" style="position:absolute;left:4667;top:12846;width:6803;height:850" strokeweight="2.25pt">
                  <v:textbox style="mso-next-textbox:#_x0000_s7439" inset="0,0,0,0">
                    <w:txbxContent>
                      <w:p w:rsidR="00071DC4" w:rsidRDefault="00071DC4" w:rsidP="00F55BFC">
                        <w:pPr>
                          <w:pStyle w:val="a4"/>
                          <w:spacing w:before="160"/>
                          <w:rPr>
                            <w:noProof w:val="0"/>
                            <w:sz w:val="32"/>
                            <w:lang w:val="en-US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DOCPROPERTY "Номер документа"  \* MERGEFORMAT </w:instrText>
                        </w:r>
                        <w:r>
                          <w:fldChar w:fldCharType="end"/>
                        </w:r>
                      </w:p>
                    </w:txbxContent>
                  </v:textbox>
                </v:shape>
              </v:group>
              <v:group id="_x0000_s7440" style="position:absolute;left:1135;top:11238;width:3685;height:2274" coordorigin="3028,10033" coordsize="3685,2274">
                <v:group id="_x0000_s7441" style="position:absolute;left:3031;top:10614;width:3682;height:1693" coordorigin="3314,10614" coordsize="3682,1693">
                  <v:group id="_x0000_s7442" style="position:absolute;left:3314;top:10614;width:3682;height:280" coordorigin="3332,11725" coordsize="3681,283">
                    <v:shape id="_x0000_s7443" type="#_x0000_t202" style="position:absolute;left:3332;top:11725;width:397;height:283" strokeweight="2.25pt">
                      <v:textbox style="mso-next-textbox:#_x0000_s7443" inset="0,0,0,0">
                        <w:txbxContent>
                          <w:p w:rsidR="00071DC4" w:rsidRDefault="00071DC4" w:rsidP="00F55BFC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Лит</w:t>
                            </w:r>
                          </w:p>
                        </w:txbxContent>
                      </v:textbox>
                    </v:shape>
                    <v:shape id="_x0000_s7444" type="#_x0000_t202" style="position:absolute;left:4295;top:11725;width:1304;height:283" strokeweight="2.25pt">
                      <v:textbox style="mso-next-textbox:#_x0000_s7444" inset="0,0,0,0">
                        <w:txbxContent>
                          <w:p w:rsidR="00071DC4" w:rsidRDefault="00071DC4" w:rsidP="00F55BFC">
                            <w:pPr>
                              <w:pStyle w:val="a4"/>
                            </w:pPr>
                            <w:r>
                              <w:t>№ докум.</w:t>
                            </w:r>
                          </w:p>
                        </w:txbxContent>
                      </v:textbox>
                    </v:shape>
                    <v:shape id="_x0000_s7445" type="#_x0000_t202" style="position:absolute;left:3728;top:11725;width:567;height:283" strokeweight="2.25pt">
                      <v:textbox style="mso-next-textbox:#_x0000_s7445" inset="0,0,0,0">
                        <w:txbxContent>
                          <w:p w:rsidR="00071DC4" w:rsidRDefault="00071DC4" w:rsidP="00F55BFC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t>Изм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7446" type="#_x0000_t202" style="position:absolute;left:5597;top:11725;width:850;height:283" strokeweight="2.25pt">
                      <v:textbox style="mso-next-textbox:#_x0000_s7446" inset="0,0,0,0">
                        <w:txbxContent>
                          <w:p w:rsidR="00071DC4" w:rsidRDefault="00071DC4" w:rsidP="00F55BFC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t>Подп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7447" type="#_x0000_t202" style="position:absolute;left:6446;top:11725;width:567;height:283" strokeweight="2.25pt">
                      <v:textbox style="mso-next-textbox:#_x0000_s7447" inset="0,0,0,0">
                        <w:txbxContent>
                          <w:p w:rsidR="00071DC4" w:rsidRDefault="00071DC4" w:rsidP="00F55BFC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_x0000_s7448" style="position:absolute;left:3314;top:10907;width:3682;height:1400" coordorigin="2358,10607" coordsize="3682,1400">
                    <v:group id="_x0000_s7449" style="position:absolute;left:2358;top:10609;width:3681;height:1391" coordorigin="2924,10616" coordsize="3681,1391">
                      <v:group id="_x0000_s7450" style="position:absolute;left:2924;top:10616;width:3680;height:281" coordorigin="2196,10916" coordsize="3683,284">
                        <v:shape id="_x0000_s7451" type="#_x0000_t202" style="position:absolute;left:3158;top:10917;width:1305;height:283" strokeweight="1pt">
                          <v:textbox style="mso-next-textbox:#_x0000_s7451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fldSimple w:instr=" AUTHOR  \* MERGEFORMAT ">
                                  <w:r>
                                    <w:t>Андрей</w:t>
                                  </w:r>
                                </w:fldSimple>
                              </w:p>
                            </w:txbxContent>
                          </v:textbox>
                        </v:shape>
                        <v:shape id="_x0000_s7452" type="#_x0000_t202" style="position:absolute;left:2196;top:10916;width:964;height:283" strokeweight="1pt">
                          <v:textbox style="mso-next-textbox:#_x0000_s7452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Разраб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_x0000_s7453" type="#_x0000_t202" style="position:absolute;left:4461;top:10917;width:851;height:283" strokeweight="1pt">
                          <v:textbox style="mso-next-textbox:#_x0000_s7453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454" type="#_x0000_t202" style="position:absolute;left:5311;top:10917;width:568;height:283" strokeweight="1pt">
                          <v:textbox style="mso-next-textbox:#_x0000_s7454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  <v:group id="_x0000_s7455" style="position:absolute;left:2925;top:10895;width:3680;height:280" coordorigin="2196,10916" coordsize="3683,284">
                        <v:shape id="_x0000_s7456" type="#_x0000_t202" style="position:absolute;left:3158;top:10917;width:1305;height:283" strokeweight="1pt">
                          <v:textbox style="mso-next-textbox:#_x0000_s7456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7457" type="#_x0000_t202" style="position:absolute;left:2196;top:10916;width:964;height:283" strokeweight="1pt">
                          <v:textbox style="mso-next-textbox:#_x0000_s7457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Пров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_x0000_s7458" type="#_x0000_t202" style="position:absolute;left:4461;top:10917;width:851;height:283" strokeweight="1pt">
                          <v:textbox style="mso-next-textbox:#_x0000_s7458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459" type="#_x0000_t202" style="position:absolute;left:5311;top:10917;width:568;height:283" strokeweight="1pt">
                          <v:textbox style="mso-next-textbox:#_x0000_s7459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  <v:group id="_x0000_s7460" style="position:absolute;left:2925;top:11174;width:3680;height:280" coordorigin="2196,10916" coordsize="3683,284">
                        <v:shape id="_x0000_s7461" type="#_x0000_t202" style="position:absolute;left:3158;top:10917;width:1305;height:283" strokeweight="1pt">
                          <v:textbox style="mso-next-textbox:#_x0000_s7461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462" type="#_x0000_t202" style="position:absolute;left:2196;top:10916;width:964;height:283" strokeweight="1pt">
                          <v:textbox style="mso-next-textbox:#_x0000_s7462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Т. контр.</w:t>
                                </w:r>
                              </w:p>
                            </w:txbxContent>
                          </v:textbox>
                        </v:shape>
                        <v:shape id="_x0000_s7463" type="#_x0000_t202" style="position:absolute;left:4461;top:10917;width:851;height:283" strokeweight="1pt">
                          <v:textbox style="mso-next-textbox:#_x0000_s7463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464" type="#_x0000_t202" style="position:absolute;left:5311;top:10917;width:568;height:283" strokeweight="1pt">
                          <v:textbox style="mso-next-textbox:#_x0000_s7464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  <v:group id="_x0000_s7465" style="position:absolute;left:2925;top:11449;width:3680;height:281" coordorigin="2196,10916" coordsize="3683,284">
                        <v:shape id="_x0000_s7466" type="#_x0000_t202" style="position:absolute;left:3158;top:10917;width:1305;height:283" strokeweight="1pt">
                          <v:textbox style="mso-next-textbox:#_x0000_s7466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467" type="#_x0000_t202" style="position:absolute;left:2196;top:10916;width:964;height:283" strokeweight="1pt">
                          <v:textbox style="mso-next-textbox:#_x0000_s7467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_x0000_s7468" type="#_x0000_t202" style="position:absolute;left:4461;top:10917;width:851;height:283" strokeweight="1pt">
                          <v:textbox style="mso-next-textbox:#_x0000_s7468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469" type="#_x0000_t202" style="position:absolute;left:5311;top:10917;width:568;height:283" strokeweight="1pt">
                          <v:textbox style="mso-next-textbox:#_x0000_s7469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  <v:group id="_x0000_s7470" style="position:absolute;left:2925;top:11726;width:3680;height:281" coordorigin="2196,10916" coordsize="3683,284">
                        <v:shape id="_x0000_s7471" type="#_x0000_t202" style="position:absolute;left:3158;top:10917;width:1305;height:283" strokeweight="1pt">
                          <v:textbox style="mso-next-textbox:#_x0000_s7471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472" type="#_x0000_t202" style="position:absolute;left:2196;top:10916;width:964;height:283" strokeweight="1pt">
                          <v:textbox style="mso-next-textbox:#_x0000_s7472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Утв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_x0000_s7473" type="#_x0000_t202" style="position:absolute;left:4461;top:10917;width:851;height:283" strokeweight="1pt">
                          <v:textbox style="mso-next-textbox:#_x0000_s7473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474" type="#_x0000_t202" style="position:absolute;left:5311;top:10917;width:568;height:283" strokeweight="1pt">
                          <v:textbox style="mso-next-textbox:#_x0000_s7474" inset="0,0,0,0">
                            <w:txbxContent>
                              <w:p w:rsidR="00071DC4" w:rsidRDefault="00071DC4" w:rsidP="00F55BF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_x0000_s7475" style="position:absolute;flip:x" from="5473,10607" to="5473,12007" strokeweight="2.25pt"/>
                    <v:line id="_x0000_s7476" style="position:absolute;flip:x" from="6040,10607" to="6040,12007" strokeweight="2.25pt"/>
                    <v:line id="_x0000_s7477" style="position:absolute;flip:x" from="3322,10607" to="3322,12007" strokeweight="2.25pt"/>
                    <v:line id="_x0000_s7478" style="position:absolute;flip:x" from="4621,10607" to="4621,12007" strokeweight="2.25pt"/>
                    <v:line id="_x0000_s7479" style="position:absolute;flip:x" from="2361,10607" to="2361,12007" strokeweight="2.25pt"/>
                  </v:group>
                </v:group>
                <v:group id="_x0000_s7480" style="position:absolute;left:3028;top:10033;width:3683;height:581" coordorigin="3033,9482" coordsize="3683,581">
                  <v:group id="_x0000_s7481" style="position:absolute;left:3034;top:9492;width:3682;height:561" coordorigin="1240,9793" coordsize="3685,568">
                    <v:group id="_x0000_s7482" style="position:absolute;left:1240;top:10078;width:3685;height:283" coordorigin="3332,11725" coordsize="3681,283">
                      <v:shape id="_x0000_s7483" type="#_x0000_t202" style="position:absolute;left:3332;top:11725;width:397;height:283" strokeweight="1pt">
                        <v:textbox style="mso-next-textbox:#_x0000_s7483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484" type="#_x0000_t202" style="position:absolute;left:4295;top:11725;width:1304;height:283" strokeweight="1pt">
                        <v:textbox style="mso-next-textbox:#_x0000_s7484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485" type="#_x0000_t202" style="position:absolute;left:3728;top:11725;width:567;height:283" strokeweight="1pt">
                        <v:textbox style="mso-next-textbox:#_x0000_s7485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486" type="#_x0000_t202" style="position:absolute;left:5597;top:11725;width:850;height:283" strokeweight="1pt">
                        <v:textbox style="mso-next-textbox:#_x0000_s7486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487" type="#_x0000_t202" style="position:absolute;left:6446;top:11725;width:567;height:283" strokeweight="1pt">
                        <v:textbox style="mso-next-textbox:#_x0000_s7487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</v:group>
                    <v:group id="_x0000_s7488" style="position:absolute;left:1240;top:9793;width:3685;height:283" coordorigin="3332,11725" coordsize="3681,283">
                      <v:shape id="_x0000_s7489" type="#_x0000_t202" style="position:absolute;left:3332;top:11725;width:397;height:283" strokeweight="1pt">
                        <v:textbox style="mso-next-textbox:#_x0000_s7489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490" type="#_x0000_t202" style="position:absolute;left:4295;top:11725;width:1304;height:283" strokeweight="1pt">
                        <v:textbox style="mso-next-textbox:#_x0000_s7490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491" type="#_x0000_t202" style="position:absolute;left:3728;top:11725;width:567;height:283" strokeweight="1pt">
                        <v:textbox style="mso-next-textbox:#_x0000_s7491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492" type="#_x0000_t202" style="position:absolute;left:5597;top:11725;width:850;height:283" strokeweight="1pt">
                        <v:textbox style="mso-next-textbox:#_x0000_s7492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493" type="#_x0000_t202" style="position:absolute;left:6446;top:11725;width:567;height:283" strokeweight="1pt">
                        <v:textbox style="mso-next-textbox:#_x0000_s7493" inset="0,0,0,0">
                          <w:txbxContent>
                            <w:p w:rsidR="00071DC4" w:rsidRDefault="00071DC4" w:rsidP="00F55BFC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_x0000_s7494" style="position:absolute" from="5299,9482" to="5299,10053" strokeweight="2.25pt"/>
                  <v:line id="_x0000_s7495" style="position:absolute" from="3033,9492" to="3033,10063" strokeweight="2.25pt"/>
                  <v:line id="_x0000_s7496" style="position:absolute" from="6715,9482" to="6715,10053" strokeweight="2.25pt"/>
                  <v:line id="_x0000_s7497" style="position:absolute" from="6148,9482" to="6148,10053" strokeweight="2.25pt"/>
                  <v:line id="_x0000_s7498" style="position:absolute" from="3430,9492" to="3430,10063" strokeweight="2.25pt"/>
                  <v:line id="_x0000_s7499" style="position:absolute" from="3996,9482" to="3996,10053" strokeweight="2.25pt"/>
                </v:group>
              </v:group>
            </v:group>
          </v:group>
          <w10:wrap anchorx="page" anchory="page"/>
        </v:group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514" style="position:absolute;left:0;text-align:left;margin-left:28.6pt;margin-top:10.75pt;width:552.45pt;height:813.55pt;z-index:-251649024;mso-position-horizontal-relative:page;mso-position-vertical-relative:page" coordorigin="573,284" coordsize="11049,16271" wrapcoords="996 -20 996 10810 -29 10949 -29 21620 21659 21620 21659 -20 996 -20" o:allowincell="f">
          <v:group id="_x0000_s7515" style="position:absolute;left:573;top:8557;width:561;height:7998" coordorigin="3194,6929" coordsize="561,8155">
            <v:group id="_x0000_s7516" style="position:absolute;left:3194;top:6929;width:283;height:8155" coordorigin="3194,6929" coordsize="283,815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7517" type="#_x0000_t202" style="position:absolute;left:3194;top:13667;width:283;height:1417" strokeweight="2.25pt">
                <v:textbox style="layout-flow:vertical;mso-layout-flow-alt:bottom-to-top;mso-next-textbox:#_x0000_s7517" inset="0,0,0,0">
                  <w:txbxContent>
                    <w:p w:rsidR="00071DC4" w:rsidRDefault="00071DC4">
                      <w:pPr>
                        <w:pStyle w:val="a4"/>
                      </w:pPr>
                      <w:r>
                        <w:t>Инв. № подп</w:t>
                      </w:r>
                    </w:p>
                  </w:txbxContent>
                </v:textbox>
              </v:shape>
              <v:shape id="_x0000_s7518" type="#_x0000_t202" style="position:absolute;left:3194;top:11707;width:283;height:1984" strokeweight="2.25pt">
                <v:textbox style="layout-flow:vertical;mso-layout-flow-alt:bottom-to-top;mso-next-textbox:#_x0000_s7518" inset="0,0,0,0">
                  <w:txbxContent>
                    <w:p w:rsidR="00071DC4" w:rsidRDefault="00071DC4">
                      <w:pPr>
                        <w:pStyle w:val="a4"/>
                      </w:pPr>
                      <w:r>
                        <w:t>Подп. и дата</w:t>
                      </w:r>
                    </w:p>
                  </w:txbxContent>
                </v:textbox>
              </v:shape>
              <v:shape id="_x0000_s7519" type="#_x0000_t202" style="position:absolute;left:3194;top:8901;width:283;height:1417" strokeweight="2.25pt">
                <v:textbox style="layout-flow:vertical;mso-layout-flow-alt:bottom-to-top;mso-next-textbox:#_x0000_s7519" inset="0,0,0,0">
                  <w:txbxContent>
                    <w:p w:rsidR="00071DC4" w:rsidRDefault="00071DC4">
                      <w:pPr>
                        <w:pStyle w:val="a4"/>
                      </w:pPr>
                      <w:r>
                        <w:t>Взам. инв. №</w:t>
                      </w:r>
                    </w:p>
                  </w:txbxContent>
                </v:textbox>
              </v:shape>
              <v:shape id="_x0000_s7520" type="#_x0000_t202" style="position:absolute;left:3194;top:10306;width:283;height:1417" strokeweight="2.25pt">
                <v:textbox style="layout-flow:vertical;mso-layout-flow-alt:bottom-to-top;mso-next-textbox:#_x0000_s7520" inset="0,0,0,0">
                  <w:txbxContent>
                    <w:p w:rsidR="00071DC4" w:rsidRDefault="00071DC4">
                      <w:pPr>
                        <w:pStyle w:val="a4"/>
                      </w:pPr>
                      <w:r>
                        <w:t>Инв. № дубл.</w:t>
                      </w:r>
                    </w:p>
                  </w:txbxContent>
                </v:textbox>
              </v:shape>
              <v:shape id="_x0000_s7521" type="#_x0000_t202" style="position:absolute;left:3194;top:6929;width:283;height:1984" strokeweight="2.25pt">
                <v:textbox style="layout-flow:vertical;mso-layout-flow-alt:bottom-to-top;mso-next-textbox:#_x0000_s7521" inset="0,0,0,0">
                  <w:txbxContent>
                    <w:p w:rsidR="00071DC4" w:rsidRDefault="00071DC4">
                      <w:pPr>
                        <w:pStyle w:val="a4"/>
                      </w:pPr>
                      <w:r>
                        <w:t>Подп. и дата</w:t>
                      </w:r>
                    </w:p>
                  </w:txbxContent>
                </v:textbox>
              </v:shape>
            </v:group>
            <v:group id="_x0000_s7522" style="position:absolute;left:3472;top:6929;width:283;height:8155" coordorigin="3194,6929" coordsize="283,8155">
              <v:shape id="_x0000_s7523" type="#_x0000_t202" style="position:absolute;left:3194;top:13667;width:283;height:1417" strokeweight="2.25pt">
                <v:textbox style="layout-flow:vertical;mso-layout-flow-alt:bottom-to-top;mso-next-textbox:#_x0000_s7523" inset="0,0,0,0">
                  <w:txbxContent>
                    <w:p w:rsidR="00071DC4" w:rsidRDefault="00071DC4">
                      <w:pPr>
                        <w:pStyle w:val="a4"/>
                      </w:pPr>
                    </w:p>
                  </w:txbxContent>
                </v:textbox>
              </v:shape>
              <v:shape id="_x0000_s7524" type="#_x0000_t202" style="position:absolute;left:3194;top:11707;width:283;height:1984" strokeweight="2.25pt">
                <v:textbox style="layout-flow:vertical;mso-layout-flow-alt:bottom-to-top;mso-next-textbox:#_x0000_s7524" inset="0,0,0,0">
                  <w:txbxContent>
                    <w:p w:rsidR="00071DC4" w:rsidRDefault="00071DC4">
                      <w:pPr>
                        <w:pStyle w:val="a4"/>
                      </w:pPr>
                    </w:p>
                  </w:txbxContent>
                </v:textbox>
              </v:shape>
              <v:shape id="_x0000_s7525" type="#_x0000_t202" style="position:absolute;left:3194;top:8901;width:283;height:1417" strokeweight="2.25pt">
                <v:textbox style="layout-flow:vertical;mso-layout-flow-alt:bottom-to-top;mso-next-textbox:#_x0000_s7525" inset="0,0,0,0">
                  <w:txbxContent>
                    <w:p w:rsidR="00071DC4" w:rsidRDefault="00071DC4">
                      <w:pPr>
                        <w:pStyle w:val="a4"/>
                      </w:pPr>
                    </w:p>
                  </w:txbxContent>
                </v:textbox>
              </v:shape>
              <v:shape id="_x0000_s7526" type="#_x0000_t202" style="position:absolute;left:3194;top:10306;width:283;height:1417" strokeweight="2.25pt">
                <v:textbox style="layout-flow:vertical;mso-layout-flow-alt:bottom-to-top;mso-next-textbox:#_x0000_s7526" inset="0,0,0,0">
                  <w:txbxContent>
                    <w:p w:rsidR="00071DC4" w:rsidRDefault="00071DC4">
                      <w:pPr>
                        <w:pStyle w:val="a4"/>
                      </w:pPr>
                    </w:p>
                  </w:txbxContent>
                </v:textbox>
              </v:shape>
              <v:shape id="_x0000_s7527" type="#_x0000_t202" style="position:absolute;left:3194;top:6929;width:283;height:1984" strokeweight="2.25pt">
                <v:textbox style="layout-flow:vertical;mso-layout-flow-alt:bottom-to-top;mso-next-textbox:#_x0000_s7527" inset="0,0,0,0">
                  <w:txbxContent>
                    <w:p w:rsidR="00071DC4" w:rsidRDefault="00071DC4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528" style="position:absolute;left:1134;top:284;width:10488;height:16271" strokeweight="2.25pt">
            <v:textbox inset="0,0,0,0"/>
          </v:rect>
          <v:group id="_x0000_s7529" style="position:absolute;left:1134;top:14321;width:10488;height:2234" coordorigin="1418,13315" coordsize="10488,2278">
            <v:rect id="_x0000_s7530" style="position:absolute;left:1418;top:13317;width:10488;height:2268" strokeweight="2.25pt">
              <v:textbox inset="0,0,0,0"/>
            </v:rect>
            <v:group id="_x0000_s7531" style="position:absolute;left:1421;top:13315;width:10485;height:2278" coordorigin="1135,11234" coordsize="10485,2278">
              <v:group id="_x0000_s7532" style="position:absolute;left:4817;top:11234;width:6803;height:2268" coordorigin="4667,12846" coordsize="6803,2268">
                <v:group id="_x0000_s7533" style="position:absolute;left:8629;top:13691;width:2841;height:577" coordorigin="6360,12791" coordsize="2841,577">
                  <v:shape id="_x0000_s7534" type="#_x0000_t202" style="position:absolute;left:6365;top:12791;width:848;height:283" strokeweight="2.25pt">
                    <v:textbox style="mso-next-textbox:#_x0000_s7534" inset="0,0,0,0">
                      <w:txbxContent>
                        <w:p w:rsidR="00071DC4" w:rsidRDefault="00071DC4">
                          <w:pPr>
                            <w:pStyle w:val="a4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_x0000_s7535" type="#_x0000_t202" style="position:absolute;left:7218;top:12791;width:847;height:283" strokeweight="2.25pt">
                    <v:textbox style="mso-next-textbox:#_x0000_s7535" inset="0,0,0,0">
                      <w:txbxContent>
                        <w:p w:rsidR="00071DC4" w:rsidRDefault="00071DC4">
                          <w:pPr>
                            <w:pStyle w:val="a4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_x0000_s7536" type="#_x0000_t202" style="position:absolute;left:8070;top:12791;width:1131;height:283" strokeweight="2.25pt">
                    <v:textbox style="mso-next-textbox:#_x0000_s7536" inset="0,0,0,0">
                      <w:txbxContent>
                        <w:p w:rsidR="00071DC4" w:rsidRDefault="00071DC4">
                          <w:pPr>
                            <w:pStyle w:val="a4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_x0000_s7537" type="#_x0000_t202" style="position:absolute;left:7223;top:13077;width:847;height:283" strokeweight="2.25pt">
                    <v:textbox style="mso-next-textbox:#_x0000_s7537" inset="0,0,0,0">
                      <w:txbxContent>
                        <w:p w:rsidR="00071DC4" w:rsidRPr="00CB64E0" w:rsidRDefault="00071DC4">
                          <w:pPr>
                            <w:pStyle w:val="a4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7538" type="#_x0000_t202" style="position:absolute;left:8070;top:13072;width:1131;height:283" strokeweight="2.25pt">
                    <v:textbox style="mso-next-textbox:#_x0000_s7538" inset="0,0,0,0">
                      <w:txbxContent>
                        <w:p w:rsidR="00071DC4" w:rsidRPr="00CB64E0" w:rsidRDefault="00071DC4">
                          <w:pPr>
                            <w:pStyle w:val="a4"/>
                            <w:rPr>
                              <w:noProof w:val="0"/>
                            </w:rPr>
                          </w:pPr>
                          <w:r>
                            <w:rPr>
                              <w:noProof w:val="0"/>
                            </w:rPr>
                            <w:t>1</w:t>
                          </w:r>
                        </w:p>
                      </w:txbxContent>
                    </v:textbox>
                  </v:shape>
                  <v:group id="_x0000_s7539" style="position:absolute;left:6360;top:13084;width:848;height:284" coordorigin="6125,9275" coordsize="850,284">
                    <v:shape id="_x0000_s7540" type="#_x0000_t202" style="position:absolute;left:6125;top:9275;width:283;height:283" strokeweight="1pt">
                      <v:textbox style="mso-next-textbox:#_x0000_s7540" inset="0,0,0,0">
                        <w:txbxContent>
                          <w:p w:rsidR="00071DC4" w:rsidRDefault="00071DC4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  <v:shape id="_x0000_s7541" type="#_x0000_t202" style="position:absolute;left:6409;top:9276;width:283;height:283" strokeweight="1pt">
                      <v:textbox style="mso-next-textbox:#_x0000_s7541" inset="0,0,0,0">
                        <w:txbxContent>
                          <w:p w:rsidR="00071DC4" w:rsidRPr="00CB64E0" w:rsidRDefault="00071DC4">
                            <w:pPr>
                              <w:pStyle w:val="a4"/>
                              <w:rPr>
                                <w:rFonts w:ascii="GOST type A" w:hAnsi="GOST type A"/>
                                <w:sz w:val="24"/>
                                <w:szCs w:val="24"/>
                              </w:rPr>
                            </w:pPr>
                            <w:r w:rsidRPr="00CB64E0">
                              <w:rPr>
                                <w:rFonts w:ascii="GOST type A" w:hAnsi="GOST type A"/>
                                <w:sz w:val="24"/>
                                <w:szCs w:val="24"/>
                              </w:rPr>
                              <w:t>Р</w:t>
                            </w:r>
                          </w:p>
                        </w:txbxContent>
                      </v:textbox>
                    </v:shape>
                    <v:shape id="_x0000_s7542" type="#_x0000_t202" style="position:absolute;left:6692;top:9275;width:283;height:283" strokeweight="1pt">
                      <v:textbox style="mso-next-textbox:#_x0000_s7542" inset="0,0,0,0">
                        <w:txbxContent>
                          <w:p w:rsidR="00071DC4" w:rsidRDefault="00071DC4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</v:group>
                </v:group>
                <v:shape id="_x0000_s7543" type="#_x0000_t202" style="position:absolute;left:8635;top:14264;width:2835;height:850" strokeweight="2.25pt">
                  <v:textbox style="mso-next-textbox:#_x0000_s7543" inset="0,0,0,0">
                    <w:txbxContent>
                      <w:p w:rsidR="00071DC4" w:rsidRPr="00CB64E0" w:rsidRDefault="00071DC4">
                        <w:pPr>
                          <w:pStyle w:val="a4"/>
                          <w:spacing w:before="60"/>
                          <w:rPr>
                            <w:rFonts w:ascii="GOST type A" w:hAnsi="GOST type A"/>
                            <w:noProof w:val="0"/>
                            <w:sz w:val="44"/>
                            <w:szCs w:val="44"/>
                          </w:rPr>
                        </w:pPr>
                        <w:r w:rsidRPr="00CB64E0">
                          <w:rPr>
                            <w:rFonts w:ascii="GOST type A" w:hAnsi="GOST type A"/>
                            <w:noProof w:val="0"/>
                            <w:sz w:val="44"/>
                            <w:szCs w:val="44"/>
                          </w:rPr>
                          <w:t>ТГО ТРО ВДПО</w:t>
                        </w:r>
                      </w:p>
                    </w:txbxContent>
                  </v:textbox>
                </v:shape>
                <v:shape id="_x0000_s7544" type="#_x0000_t202" style="position:absolute;left:4667;top:13697;width:3969;height:1417" strokeweight="2.25pt">
                  <v:textbox style="mso-next-textbox:#_x0000_s7544" inset="0,0,0,0">
                    <w:txbxContent>
                      <w:p w:rsidR="00071DC4" w:rsidRPr="00CB64E0" w:rsidRDefault="00071DC4">
                        <w:pPr>
                          <w:pStyle w:val="a4"/>
                          <w:spacing w:before="240"/>
                          <w:rPr>
                            <w:rFonts w:ascii="GOST type A" w:hAnsi="GOST type A"/>
                            <w:noProof w:val="0"/>
                            <w:sz w:val="40"/>
                            <w:szCs w:val="40"/>
                          </w:rPr>
                        </w:pPr>
                        <w:r w:rsidRPr="00CB64E0">
                          <w:rPr>
                            <w:rFonts w:ascii="GOST type A" w:hAnsi="GOST type A"/>
                            <w:noProof w:val="0"/>
                            <w:sz w:val="40"/>
                            <w:szCs w:val="40"/>
                          </w:rPr>
                          <w:t>Состав проекта</w:t>
                        </w:r>
                      </w:p>
                    </w:txbxContent>
                  </v:textbox>
                </v:shape>
                <v:shape id="_x0000_s7545" type="#_x0000_t202" style="position:absolute;left:4667;top:12846;width:6803;height:850" strokeweight="2.25pt">
                  <v:textbox style="mso-next-textbox:#_x0000_s7545" inset="0,0,0,0">
                    <w:txbxContent>
                      <w:p w:rsidR="00071DC4" w:rsidRPr="00CB64E0" w:rsidRDefault="00071DC4">
                        <w:pPr>
                          <w:pStyle w:val="a4"/>
                          <w:spacing w:before="160"/>
                          <w:rPr>
                            <w:rFonts w:ascii="GOST type A" w:hAnsi="GOST type A"/>
                            <w:noProof w:val="0"/>
                            <w:sz w:val="40"/>
                            <w:szCs w:val="40"/>
                          </w:rPr>
                        </w:pPr>
                        <w:r>
                          <w:rPr>
                            <w:rFonts w:ascii="GOST type A" w:hAnsi="GOST type A"/>
                            <w:noProof w:val="0"/>
                            <w:sz w:val="40"/>
                            <w:szCs w:val="40"/>
                          </w:rPr>
                          <w:t>04-2011-01-</w:t>
                        </w:r>
                        <w:r w:rsidRPr="00CB64E0">
                          <w:rPr>
                            <w:rFonts w:ascii="GOST type A" w:hAnsi="GOST type A"/>
                            <w:noProof w:val="0"/>
                            <w:sz w:val="40"/>
                            <w:szCs w:val="40"/>
                          </w:rPr>
                          <w:t>1</w:t>
                        </w:r>
                        <w:r>
                          <w:rPr>
                            <w:rFonts w:ascii="GOST type A" w:hAnsi="GOST type A"/>
                            <w:noProof w:val="0"/>
                            <w:sz w:val="40"/>
                            <w:szCs w:val="40"/>
                          </w:rPr>
                          <w:t>.</w:t>
                        </w:r>
                        <w:r w:rsidRPr="00CB64E0">
                          <w:rPr>
                            <w:rFonts w:ascii="GOST type A" w:hAnsi="GOST type A"/>
                            <w:noProof w:val="0"/>
                            <w:sz w:val="40"/>
                            <w:szCs w:val="40"/>
                          </w:rPr>
                          <w:t>АПС.СОУЭ</w:t>
                        </w:r>
                      </w:p>
                    </w:txbxContent>
                  </v:textbox>
                </v:shape>
              </v:group>
              <v:group id="_x0000_s7546" style="position:absolute;left:1135;top:11238;width:3685;height:2274" coordorigin="3028,10033" coordsize="3685,2274">
                <v:group id="_x0000_s7547" style="position:absolute;left:3031;top:10614;width:3682;height:1693" coordorigin="3314,10614" coordsize="3682,1693">
                  <v:group id="_x0000_s7548" style="position:absolute;left:3314;top:10614;width:3682;height:280" coordorigin="3332,11725" coordsize="3681,283">
                    <v:shape id="_x0000_s7549" type="#_x0000_t202" style="position:absolute;left:3332;top:11725;width:397;height:283" strokeweight="2.25pt">
                      <v:textbox style="mso-next-textbox:#_x0000_s7549" inset="0,0,0,0">
                        <w:txbxContent>
                          <w:p w:rsidR="00071DC4" w:rsidRDefault="00071DC4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Лит</w:t>
                            </w:r>
                          </w:p>
                        </w:txbxContent>
                      </v:textbox>
                    </v:shape>
                    <v:shape id="_x0000_s7550" type="#_x0000_t202" style="position:absolute;left:4295;top:11725;width:1304;height:283" strokeweight="2.25pt">
                      <v:textbox style="mso-next-textbox:#_x0000_s7550" inset="0,0,0,0">
                        <w:txbxContent>
                          <w:p w:rsidR="00071DC4" w:rsidRDefault="00071DC4">
                            <w:pPr>
                              <w:pStyle w:val="a4"/>
                            </w:pPr>
                            <w:r>
                              <w:t>№ докум.</w:t>
                            </w:r>
                          </w:p>
                        </w:txbxContent>
                      </v:textbox>
                    </v:shape>
                    <v:shape id="_x0000_s7551" type="#_x0000_t202" style="position:absolute;left:3728;top:11725;width:567;height:283" strokeweight="2.25pt">
                      <v:textbox style="mso-next-textbox:#_x0000_s7551" inset="0,0,0,0">
                        <w:txbxContent>
                          <w:p w:rsidR="00071DC4" w:rsidRDefault="00071DC4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t>Изм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7552" type="#_x0000_t202" style="position:absolute;left:5597;top:11725;width:850;height:283" strokeweight="2.25pt">
                      <v:textbox style="mso-next-textbox:#_x0000_s7552" inset="0,0,0,0">
                        <w:txbxContent>
                          <w:p w:rsidR="00071DC4" w:rsidRDefault="00071DC4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t>Подп</w:t>
                            </w:r>
                            <w:r>
                              <w:rPr>
                                <w:noProof w:val="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7553" type="#_x0000_t202" style="position:absolute;left:6446;top:11725;width:567;height:283" strokeweight="2.25pt">
                      <v:textbox style="mso-next-textbox:#_x0000_s7553" inset="0,0,0,0">
                        <w:txbxContent>
                          <w:p w:rsidR="00071DC4" w:rsidRDefault="00071DC4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_x0000_s7554" style="position:absolute;left:3314;top:10907;width:3682;height:1400" coordorigin="2358,10607" coordsize="3682,1400">
                    <v:group id="_x0000_s7555" style="position:absolute;left:2358;top:10609;width:3681;height:1391" coordorigin="2924,10616" coordsize="3681,1391">
                      <v:group id="_x0000_s7556" style="position:absolute;left:2924;top:10616;width:3680;height:281" coordorigin="2196,10916" coordsize="3683,284">
                        <v:shape id="_x0000_s7557" type="#_x0000_t202" style="position:absolute;left:3158;top:10917;width:1305;height:283" strokeweight="1pt">
                          <v:textbox style="mso-next-textbox:#_x0000_s7557" inset="0,0,0,0">
                            <w:txbxContent>
                              <w:p w:rsidR="00071DC4" w:rsidRPr="00CB64E0" w:rsidRDefault="00071DC4">
                                <w:pPr>
                                  <w:pStyle w:val="a4"/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8"/>
                                  </w:rPr>
                                </w:pPr>
                                <w:r w:rsidRPr="00CB64E0"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8"/>
                                  </w:rPr>
                                  <w:t>Синковец</w:t>
                                </w:r>
                              </w:p>
                            </w:txbxContent>
                          </v:textbox>
                        </v:shape>
                        <v:shape id="_x0000_s7558" type="#_x0000_t202" style="position:absolute;left:2196;top:10916;width:964;height:283" strokeweight="1pt">
                          <v:textbox style="mso-next-textbox:#_x0000_s7558" inset="0,0,0,0">
                            <w:txbxContent>
                              <w:p w:rsidR="00071DC4" w:rsidRDefault="00071DC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Разраб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_x0000_s7559" type="#_x0000_t202" style="position:absolute;left:4461;top:10917;width:851;height:283" strokeweight="1pt">
                          <v:textbox style="mso-next-textbox:#_x0000_s7559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560" type="#_x0000_t202" style="position:absolute;left:5311;top:10917;width:568;height:283" strokeweight="1pt">
                          <v:textbox style="mso-next-textbox:#_x0000_s7560" inset="0,0,0,0">
                            <w:txbxContent>
                              <w:p w:rsidR="00071DC4" w:rsidRPr="00CB64E0" w:rsidRDefault="00071DC4">
                                <w:pPr>
                                  <w:pStyle w:val="a4"/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</w:pPr>
                                <w:r w:rsidRPr="00CB64E0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04.11</w:t>
                                </w:r>
                              </w:p>
                            </w:txbxContent>
                          </v:textbox>
                        </v:shape>
                      </v:group>
                      <v:group id="_x0000_s7561" style="position:absolute;left:2925;top:10895;width:3680;height:280" coordorigin="2196,10916" coordsize="3683,284">
                        <v:shape id="_x0000_s7562" type="#_x0000_t202" style="position:absolute;left:3158;top:10917;width:1305;height:283" strokeweight="1pt">
                          <v:textbox style="mso-next-textbox:#_x0000_s7562" inset="0,0,0,0">
                            <w:txbxContent>
                              <w:p w:rsidR="00071DC4" w:rsidRPr="00CB64E0" w:rsidRDefault="00071DC4">
                                <w:pPr>
                                  <w:pStyle w:val="a4"/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8"/>
                                  </w:rPr>
                                </w:pPr>
                                <w:r w:rsidRPr="00CB64E0"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8"/>
                                  </w:rPr>
                                  <w:t>Халюков</w:t>
                                </w:r>
                              </w:p>
                            </w:txbxContent>
                          </v:textbox>
                        </v:shape>
                        <v:shape id="_x0000_s7563" type="#_x0000_t202" style="position:absolute;left:2196;top:10916;width:964;height:283" strokeweight="1pt">
                          <v:textbox style="mso-next-textbox:#_x0000_s7563" inset="0,0,0,0">
                            <w:txbxContent>
                              <w:p w:rsidR="00071DC4" w:rsidRDefault="00071DC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Пров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_x0000_s7564" type="#_x0000_t202" style="position:absolute;left:4461;top:10917;width:851;height:283" strokeweight="1pt">
                          <v:textbox style="mso-next-textbox:#_x0000_s7564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565" type="#_x0000_t202" style="position:absolute;left:5311;top:10917;width:568;height:283" strokeweight="1pt">
                          <v:textbox style="mso-next-textbox:#_x0000_s7565" inset="0,0,0,0">
                            <w:txbxContent>
                              <w:p w:rsidR="00071DC4" w:rsidRPr="00CB64E0" w:rsidRDefault="00071DC4" w:rsidP="00CB64E0">
                                <w:pPr>
                                  <w:pStyle w:val="a4"/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</w:pPr>
                                <w:r w:rsidRPr="00CB64E0">
                                  <w:rPr>
                                    <w:rFonts w:ascii="GOST type A" w:hAnsi="GOST type A"/>
                                    <w:sz w:val="24"/>
                                    <w:szCs w:val="24"/>
                                  </w:rPr>
                                  <w:t>04.11</w:t>
                                </w:r>
                              </w:p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  <v:group id="_x0000_s7566" style="position:absolute;left:2925;top:11174;width:3680;height:280" coordorigin="2196,10916" coordsize="3683,284">
                        <v:shape id="_x0000_s7567" type="#_x0000_t202" style="position:absolute;left:3158;top:10917;width:1305;height:283" strokeweight="1pt">
                          <v:textbox style="mso-next-textbox:#_x0000_s7567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568" type="#_x0000_t202" style="position:absolute;left:2196;top:10916;width:964;height:283" strokeweight="1pt">
                          <v:textbox style="mso-next-textbox:#_x0000_s7568" inset="0,0,0,0">
                            <w:txbxContent>
                              <w:p w:rsidR="00071DC4" w:rsidRDefault="00071DC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Т. контр.</w:t>
                                </w:r>
                              </w:p>
                            </w:txbxContent>
                          </v:textbox>
                        </v:shape>
                        <v:shape id="_x0000_s7569" type="#_x0000_t202" style="position:absolute;left:4461;top:10917;width:851;height:283" strokeweight="1pt">
                          <v:textbox style="mso-next-textbox:#_x0000_s7569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570" type="#_x0000_t202" style="position:absolute;left:5311;top:10917;width:568;height:283" strokeweight="1pt">
                          <v:textbox style="mso-next-textbox:#_x0000_s7570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  <v:group id="_x0000_s7571" style="position:absolute;left:2925;top:11449;width:3680;height:281" coordorigin="2196,10916" coordsize="3683,284">
                        <v:shape id="_x0000_s7572" type="#_x0000_t202" style="position:absolute;left:3158;top:10917;width:1305;height:283" strokeweight="1pt">
                          <v:textbox style="mso-next-textbox:#_x0000_s7572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573" type="#_x0000_t202" style="position:absolute;left:2196;top:10916;width:964;height:283" strokeweight="1pt">
                          <v:textbox style="mso-next-textbox:#_x0000_s7573" inset="0,0,0,0">
                            <w:txbxContent>
                              <w:p w:rsidR="00071DC4" w:rsidRDefault="00071DC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Н. контр.</w:t>
                                </w:r>
                              </w:p>
                            </w:txbxContent>
                          </v:textbox>
                        </v:shape>
                        <v:shape id="_x0000_s7574" type="#_x0000_t202" style="position:absolute;left:4461;top:10917;width:851;height:283" strokeweight="1pt">
                          <v:textbox style="mso-next-textbox:#_x0000_s7574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575" type="#_x0000_t202" style="position:absolute;left:5311;top:10917;width:568;height:283" strokeweight="1pt">
                          <v:textbox style="mso-next-textbox:#_x0000_s7575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  <v:group id="_x0000_s7576" style="position:absolute;left:2925;top:11726;width:3680;height:281" coordorigin="2196,10916" coordsize="3683,284">
                        <v:shape id="_x0000_s7577" type="#_x0000_t202" style="position:absolute;left:3158;top:10917;width:1305;height:283" strokeweight="1pt">
                          <v:textbox style="mso-next-textbox:#_x0000_s7577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578" type="#_x0000_t202" style="position:absolute;left:2196;top:10916;width:964;height:283" strokeweight="1pt">
                          <v:textbox style="mso-next-textbox:#_x0000_s7578" inset="0,0,0,0">
                            <w:txbxContent>
                              <w:p w:rsidR="00071DC4" w:rsidRDefault="00071DC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Утв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_x0000_s7579" type="#_x0000_t202" style="position:absolute;left:4461;top:10917;width:851;height:283" strokeweight="1pt">
                          <v:textbox style="mso-next-textbox:#_x0000_s7579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_x0000_s7580" type="#_x0000_t202" style="position:absolute;left:5311;top:10917;width:568;height:283" strokeweight="1pt">
                          <v:textbox style="mso-next-textbox:#_x0000_s7580" inset="0,0,0,0">
                            <w:txbxContent>
                              <w:p w:rsidR="00071DC4" w:rsidRDefault="00071DC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_x0000_s7581" style="position:absolute;flip:x" from="5473,10607" to="5473,12007" strokeweight="2.25pt"/>
                    <v:line id="_x0000_s7582" style="position:absolute;flip:x" from="6040,10607" to="6040,12007" strokeweight="2.25pt"/>
                    <v:line id="_x0000_s7583" style="position:absolute;flip:x" from="3322,10607" to="3322,12007" strokeweight="2.25pt"/>
                    <v:line id="_x0000_s7584" style="position:absolute;flip:x" from="4621,10607" to="4621,12007" strokeweight="2.25pt"/>
                    <v:line id="_x0000_s7585" style="position:absolute;flip:x" from="2361,10607" to="2361,12007" strokeweight="2.25pt"/>
                  </v:group>
                </v:group>
                <v:group id="_x0000_s7586" style="position:absolute;left:3028;top:10033;width:3683;height:581" coordorigin="3033,9482" coordsize="3683,581">
                  <v:group id="_x0000_s7587" style="position:absolute;left:3034;top:9492;width:3682;height:561" coordorigin="1240,9793" coordsize="3685,568">
                    <v:group id="_x0000_s7588" style="position:absolute;left:1240;top:10078;width:3685;height:283" coordorigin="3332,11725" coordsize="3681,283">
                      <v:shape id="_x0000_s7589" type="#_x0000_t202" style="position:absolute;left:3332;top:11725;width:397;height:283" strokeweight="1pt">
                        <v:textbox style="mso-next-textbox:#_x0000_s7589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590" type="#_x0000_t202" style="position:absolute;left:4295;top:11725;width:1304;height:283" strokeweight="1pt">
                        <v:textbox style="mso-next-textbox:#_x0000_s7590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591" type="#_x0000_t202" style="position:absolute;left:3728;top:11725;width:567;height:283" strokeweight="1pt">
                        <v:textbox style="mso-next-textbox:#_x0000_s7591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592" type="#_x0000_t202" style="position:absolute;left:5597;top:11725;width:850;height:283" strokeweight="1pt">
                        <v:textbox style="mso-next-textbox:#_x0000_s7592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593" type="#_x0000_t202" style="position:absolute;left:6446;top:11725;width:567;height:283" strokeweight="1pt">
                        <v:textbox style="mso-next-textbox:#_x0000_s7593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</v:group>
                    <v:group id="_x0000_s7594" style="position:absolute;left:1240;top:9793;width:3685;height:283" coordorigin="3332,11725" coordsize="3681,283">
                      <v:shape id="_x0000_s7595" type="#_x0000_t202" style="position:absolute;left:3332;top:11725;width:397;height:283" strokeweight="1pt">
                        <v:textbox style="mso-next-textbox:#_x0000_s7595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596" type="#_x0000_t202" style="position:absolute;left:4295;top:11725;width:1304;height:283" strokeweight="1pt">
                        <v:textbox style="mso-next-textbox:#_x0000_s7596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597" type="#_x0000_t202" style="position:absolute;left:3728;top:11725;width:567;height:283" strokeweight="1pt">
                        <v:textbox style="mso-next-textbox:#_x0000_s7597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598" type="#_x0000_t202" style="position:absolute;left:5597;top:11725;width:850;height:283" strokeweight="1pt">
                        <v:textbox style="mso-next-textbox:#_x0000_s7598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  <v:shape id="_x0000_s7599" type="#_x0000_t202" style="position:absolute;left:6446;top:11725;width:567;height:283" strokeweight="1pt">
                        <v:textbox style="mso-next-textbox:#_x0000_s7599" inset="0,0,0,0">
                          <w:txbxContent>
                            <w:p w:rsidR="00071DC4" w:rsidRDefault="00071DC4">
                              <w:pPr>
                                <w:pStyle w:val="a4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_x0000_s7600" style="position:absolute" from="5299,9482" to="5299,10053" strokeweight="2.25pt"/>
                  <v:line id="_x0000_s7601" style="position:absolute" from="3033,9492" to="3033,10063" strokeweight="2.25pt"/>
                  <v:line id="_x0000_s7602" style="position:absolute" from="6715,9482" to="6715,10053" strokeweight="2.25pt"/>
                  <v:line id="_x0000_s7603" style="position:absolute" from="6148,9482" to="6148,10053" strokeweight="2.25pt"/>
                  <v:line id="_x0000_s7604" style="position:absolute" from="3430,9492" to="3430,10063" strokeweight="2.25pt"/>
                  <v:line id="_x0000_s7605" style="position:absolute" from="3996,9482" to="3996,10053" strokeweight="2.25pt"/>
                </v:group>
              </v:group>
            </v:group>
          </v:group>
          <w10:wrap anchorx="page" anchory="page"/>
        </v:group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274" style="position:absolute;left:0;text-align:left;margin-left:28.35pt;margin-top:14.2pt;width:552.55pt;height:813.55pt;z-index:-251658240;mso-position-horizontal-relative:page;mso-position-vertical-relative:page" coordorigin="571,284" coordsize="11051,16271" wrapcoords="1026 -20 1026 10173 -29 10332 -29 21620 21659 21620 21659 -20 1026 -20" o:allowincell="f">
          <v:group id="_x0000_s7275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276" type="#_x0000_t202" style="position:absolute;left:567;top:14982;width:283;height:1469" strokeweight="2.25pt">
              <v:textbox style="layout-flow:vertical;mso-layout-flow-alt:bottom-to-top;mso-next-textbox:#_x0000_s7276" inset="0,0,0,0">
                <w:txbxContent>
                  <w:p w:rsidR="00071DC4" w:rsidRDefault="00071DC4" w:rsidP="00DC5F76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>
                    <w:fldSimple w:instr=" NUMPAGES  \* MERGEFORMAT ">
                      <w:r w:rsidRPr="00071DC4">
                        <w:rPr>
                          <w:i w:val="0"/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  <v:shape id="_x0000_s7277" type="#_x0000_t202" style="position:absolute;left:567;top:12951;width:283;height:2056" strokeweight="2.25pt">
              <v:textbox style="layout-flow:vertical;mso-layout-flow-alt:bottom-to-top;mso-next-textbox:#_x0000_s7277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278" type="#_x0000_t202" style="position:absolute;left:567;top:10042;width:283;height:1469" strokeweight="2.25pt">
              <v:textbox style="layout-flow:vertical;mso-layout-flow-alt:bottom-to-top;mso-next-textbox:#_x0000_s7278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279" type="#_x0000_t202" style="position:absolute;left:567;top:11498;width:283;height:1470" strokeweight="2.25pt">
              <v:textbox style="layout-flow:vertical;mso-layout-flow-alt:bottom-to-top;mso-next-textbox:#_x0000_s7279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280" type="#_x0000_t202" style="position:absolute;left:567;top:7998;width:283;height:2056" strokeweight="2.25pt">
              <v:textbox style="layout-flow:vertical;mso-layout-flow-alt:bottom-to-top;mso-next-textbox:#_x0000_s7280" inset="0,0,0,0">
                <w:txbxContent>
                  <w:p w:rsidR="00071DC4" w:rsidRDefault="00071DC4" w:rsidP="00DC5F76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281" style="position:absolute;left:845;top:7998;width:283;height:8453" coordorigin="3194,6929" coordsize="283,8155">
              <v:shape id="_x0000_s7282" type="#_x0000_t202" style="position:absolute;left:3194;top:13667;width:283;height:1417" strokeweight="2.25pt">
                <v:textbox style="layout-flow:vertical;mso-layout-flow-alt:bottom-to-top;mso-next-textbox:#_x0000_s7282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283" type="#_x0000_t202" style="position:absolute;left:3194;top:11707;width:283;height:1984" strokeweight="2.25pt">
                <v:textbox style="layout-flow:vertical;mso-layout-flow-alt:bottom-to-top;mso-next-textbox:#_x0000_s7283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284" type="#_x0000_t202" style="position:absolute;left:3194;top:8901;width:283;height:1417" strokeweight="2.25pt">
                <v:textbox style="layout-flow:vertical;mso-layout-flow-alt:bottom-to-top;mso-next-textbox:#_x0000_s7284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285" type="#_x0000_t202" style="position:absolute;left:3194;top:10306;width:283;height:1417" strokeweight="2.25pt">
                <v:textbox style="layout-flow:vertical;mso-layout-flow-alt:bottom-to-top;mso-next-textbox:#_x0000_s7285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  <v:shape id="_x0000_s7286" type="#_x0000_t202" style="position:absolute;left:3194;top:6929;width:283;height:1984" strokeweight="2.25pt">
                <v:textbox style="layout-flow:vertical;mso-layout-flow-alt:bottom-to-top;mso-next-textbox:#_x0000_s7286" inset="0,0,0,0">
                  <w:txbxContent>
                    <w:p w:rsidR="00071DC4" w:rsidRDefault="00071DC4" w:rsidP="00DC5F76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287" style="position:absolute;left:1134;top:284;width:10488;height:16271" strokeweight="2.25pt"/>
          <w10:wrap anchorx="page" anchory="page"/>
        </v:group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C4" w:rsidRDefault="00071DC4">
    <w:pPr>
      <w:pStyle w:val="a5"/>
    </w:pPr>
    <w:r>
      <w:rPr>
        <w:noProof/>
      </w:rPr>
      <w:pict>
        <v:group id="_x0000_s7698" style="position:absolute;left:0;text-align:left;margin-left:24.75pt;margin-top:13.25pt;width:552.55pt;height:806.85pt;z-index:-251648000;mso-position-horizontal-relative:page;mso-position-vertical-relative:page" coordorigin="571,284" coordsize="11051,16271" wrapcoords="1026 -20 1026 10173 -29 10332 -29 21620 21659 21620 21659 -20 1026 -20" o:allowincell="f">
          <v:group id="_x0000_s7699" style="position:absolute;left:571;top:8102;width:561;height:8453" coordorigin="567,7998" coordsize="561,84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7700" type="#_x0000_t202" style="position:absolute;left:567;top:14982;width:283;height:1469" strokeweight="2.25pt">
              <v:textbox style="layout-flow:vertical;mso-layout-flow-alt:bottom-to-top;mso-next-textbox:#_x0000_s7700" inset="0,0,0,0">
                <w:txbxContent>
                  <w:p w:rsidR="00071DC4" w:rsidRDefault="00071DC4" w:rsidP="00F55BFC">
                    <w:pPr>
                      <w:pStyle w:val="a4"/>
                      <w:rPr>
                        <w:noProof w:val="0"/>
                      </w:rPr>
                    </w:pPr>
                    <w:r>
                      <w:t>Инв. № под</w:t>
                    </w:r>
                    <w:r>
                      <w:rPr>
                        <w:noProof w:val="0"/>
                      </w:rPr>
                      <w:t>л.</w:t>
                    </w:r>
                  </w:p>
                  <w:p w:rsidR="00071DC4" w:rsidRDefault="00071DC4" w:rsidP="00F55BFC">
                    <w:fldSimple w:instr=" NUMPAGES  \* MERGEFORMAT ">
                      <w:r w:rsidR="00362227" w:rsidRPr="00362227">
                        <w:rPr>
                          <w:i w:val="0"/>
                          <w:noProof/>
                        </w:rPr>
                        <w:t>8</w:t>
                      </w:r>
                    </w:fldSimple>
                  </w:p>
                </w:txbxContent>
              </v:textbox>
            </v:shape>
            <v:shape id="_x0000_s7701" type="#_x0000_t202" style="position:absolute;left:567;top:12951;width:283;height:2056" strokeweight="2.25pt">
              <v:textbox style="layout-flow:vertical;mso-layout-flow-alt:bottom-to-top;mso-next-textbox:#_x0000_s7701" inset="0,0,0,0">
                <w:txbxContent>
                  <w:p w:rsidR="00071DC4" w:rsidRDefault="00071DC4" w:rsidP="00F55BFC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shape id="_x0000_s7702" type="#_x0000_t202" style="position:absolute;left:567;top:10042;width:283;height:1469" strokeweight="2.25pt">
              <v:textbox style="layout-flow:vertical;mso-layout-flow-alt:bottom-to-top;mso-next-textbox:#_x0000_s7702" inset="0,0,0,0">
                <w:txbxContent>
                  <w:p w:rsidR="00071DC4" w:rsidRDefault="00071DC4" w:rsidP="00F55BFC">
                    <w:pPr>
                      <w:pStyle w:val="a4"/>
                    </w:pPr>
                    <w:r>
                      <w:t>Взам. инв. №</w:t>
                    </w:r>
                  </w:p>
                </w:txbxContent>
              </v:textbox>
            </v:shape>
            <v:shape id="_x0000_s7703" type="#_x0000_t202" style="position:absolute;left:567;top:11498;width:283;height:1470" strokeweight="2.25pt">
              <v:textbox style="layout-flow:vertical;mso-layout-flow-alt:bottom-to-top;mso-next-textbox:#_x0000_s7703" inset="0,0,0,0">
                <w:txbxContent>
                  <w:p w:rsidR="00071DC4" w:rsidRDefault="00071DC4" w:rsidP="00F55BFC">
                    <w:pPr>
                      <w:pStyle w:val="a4"/>
                    </w:pPr>
                    <w:r>
                      <w:t>Инв. № дубл.</w:t>
                    </w:r>
                  </w:p>
                </w:txbxContent>
              </v:textbox>
            </v:shape>
            <v:shape id="_x0000_s7704" type="#_x0000_t202" style="position:absolute;left:567;top:7998;width:283;height:2056" strokeweight="2.25pt">
              <v:textbox style="layout-flow:vertical;mso-layout-flow-alt:bottom-to-top;mso-next-textbox:#_x0000_s7704" inset="0,0,0,0">
                <w:txbxContent>
                  <w:p w:rsidR="00071DC4" w:rsidRDefault="00071DC4" w:rsidP="00F55BFC">
                    <w:pPr>
                      <w:pStyle w:val="a4"/>
                    </w:pPr>
                    <w:r>
                      <w:t>Подп. и дата</w:t>
                    </w:r>
                  </w:p>
                </w:txbxContent>
              </v:textbox>
            </v:shape>
            <v:group id="_x0000_s7705" style="position:absolute;left:845;top:7998;width:283;height:8453" coordorigin="3194,6929" coordsize="283,8155">
              <v:shape id="_x0000_s7706" type="#_x0000_t202" style="position:absolute;left:3194;top:13667;width:283;height:1417" strokeweight="2.25pt">
                <v:textbox style="layout-flow:vertical;mso-layout-flow-alt:bottom-to-top;mso-next-textbox:#_x0000_s7706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  <v:shape id="_x0000_s7707" type="#_x0000_t202" style="position:absolute;left:3194;top:11707;width:283;height:1984" strokeweight="2.25pt">
                <v:textbox style="layout-flow:vertical;mso-layout-flow-alt:bottom-to-top;mso-next-textbox:#_x0000_s7707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  <v:shape id="_x0000_s7708" type="#_x0000_t202" style="position:absolute;left:3194;top:8901;width:283;height:1417" strokeweight="2.25pt">
                <v:textbox style="layout-flow:vertical;mso-layout-flow-alt:bottom-to-top;mso-next-textbox:#_x0000_s7708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  <v:shape id="_x0000_s7709" type="#_x0000_t202" style="position:absolute;left:3194;top:10306;width:283;height:1417" strokeweight="2.25pt">
                <v:textbox style="layout-flow:vertical;mso-layout-flow-alt:bottom-to-top;mso-next-textbox:#_x0000_s7709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  <v:shape id="_x0000_s7710" type="#_x0000_t202" style="position:absolute;left:3194;top:6929;width:283;height:1984" strokeweight="2.25pt">
                <v:textbox style="layout-flow:vertical;mso-layout-flow-alt:bottom-to-top;mso-next-textbox:#_x0000_s7710" inset="0,0,0,0">
                  <w:txbxContent>
                    <w:p w:rsidR="00071DC4" w:rsidRDefault="00071DC4" w:rsidP="00F55BFC">
                      <w:pPr>
                        <w:pStyle w:val="a4"/>
                      </w:pPr>
                    </w:p>
                  </w:txbxContent>
                </v:textbox>
              </v:shape>
            </v:group>
          </v:group>
          <v:rect id="_x0000_s7711" style="position:absolute;left:1134;top:284;width:10488;height:16271" strokeweight="2.25pt"/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hideSpellingErrors/>
  <w:hideGrammaticalErrors/>
  <w:attachedTemplate r:id="rId1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1266"/>
    <o:shapelayout v:ext="edit">
      <o:idmap v:ext="edit" data="2,7"/>
    </o:shapelayout>
  </w:hdrShapeDefaults>
  <w:footnotePr>
    <w:footnote w:id="0"/>
    <w:footnote w:id="1"/>
  </w:footnotePr>
  <w:endnotePr>
    <w:endnote w:id="0"/>
    <w:endnote w:id="1"/>
  </w:endnotePr>
  <w:compat/>
  <w:rsids>
    <w:rsidRoot w:val="00370B3A"/>
    <w:rsid w:val="00071DC4"/>
    <w:rsid w:val="000D2169"/>
    <w:rsid w:val="0014365D"/>
    <w:rsid w:val="00273D0D"/>
    <w:rsid w:val="002F2FB2"/>
    <w:rsid w:val="00362227"/>
    <w:rsid w:val="00370B3A"/>
    <w:rsid w:val="003C3B4B"/>
    <w:rsid w:val="006F441F"/>
    <w:rsid w:val="009B600C"/>
    <w:rsid w:val="009D0E3E"/>
    <w:rsid w:val="00A15D97"/>
    <w:rsid w:val="00A539EE"/>
    <w:rsid w:val="00B37F93"/>
    <w:rsid w:val="00C76F10"/>
    <w:rsid w:val="00CB64E0"/>
    <w:rsid w:val="00DC5F76"/>
    <w:rsid w:val="00E51AAA"/>
    <w:rsid w:val="00EA76BE"/>
    <w:rsid w:val="00F5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,3,4,5,6,8,9"/>
      <o:rules v:ext="edit">
        <o:r id="V:Rule16" type="connector" idref="#_x0000_s9261"/>
        <o:r id="V:Rule17" type="connector" idref="#_x0000_s9265"/>
        <o:r id="V:Rule18" type="connector" idref="#_x0000_s9269"/>
        <o:r id="V:Rule19" type="connector" idref="#_x0000_s9268"/>
        <o:r id="V:Rule20" type="connector" idref="#_x0000_s9258"/>
        <o:r id="V:Rule21" type="connector" idref="#_x0000_s9259"/>
        <o:r id="V:Rule22" type="connector" idref="#_x0000_s9271"/>
        <o:r id="V:Rule23" type="connector" idref="#_x0000_s9267"/>
        <o:r id="V:Rule24" type="connector" idref="#_x0000_s9266"/>
        <o:r id="V:Rule25" type="connector" idref="#_x0000_s9263"/>
        <o:r id="V:Rule26" type="connector" idref="#_x0000_s9264"/>
        <o:r id="V:Rule27" type="connector" idref="#_x0000_s9260"/>
        <o:r id="V:Rule28" type="connector" idref="#_x0000_s9262"/>
        <o:r id="V:Rule29" type="connector" idref="#_x0000_s9270"/>
        <o:r id="V:Rule30" type="connector" idref="#_x0000_s9272"/>
        <o:r id="V:Rule31" type="connector" idref="#_x0000_s9273"/>
        <o:r id="V:Rule32" type="connector" idref="#_x0000_s9274"/>
        <o:r id="V:Rule33" type="connector" idref="#_x0000_s9275"/>
      </o:rules>
      <o:regrouptable v:ext="edit">
        <o:entry new="1" old="0"/>
        <o:entry new="2" old="0"/>
        <o:entry new="3" old="2"/>
        <o:entry new="4" old="3"/>
        <o:entry new="5" old="0"/>
        <o:entry new="6" old="5"/>
        <o:entry new="7" old="0"/>
        <o:entry new="8" old="0"/>
        <o:entry new="9" old="8"/>
        <o:entry new="10" old="0"/>
        <o:entry new="11" old="0"/>
        <o:entry new="12" old="0"/>
        <o:entry new="13" old="0"/>
        <o:entry new="14" old="13"/>
        <o:entry new="15" old="0"/>
        <o:entry new="16" old="15"/>
        <o:entry new="17" old="15"/>
        <o:entry new="18" old="16"/>
        <o:entry new="19" old="18"/>
        <o:entry new="20" old="18"/>
        <o:entry new="21" old="19"/>
        <o:entry new="22" old="16"/>
        <o:entry new="23" old="22"/>
        <o:entry new="24" old="0"/>
        <o:entry new="25" old="0"/>
        <o:entry new="26" old="0"/>
        <o:entry new="27" old="26"/>
        <o:entry new="28" old="0"/>
        <o:entry new="29" old="28"/>
        <o:entry new="30" old="28"/>
        <o:entry new="31" old="28"/>
        <o:entry new="32" old="28"/>
        <o:entry new="33" old="28"/>
        <o:entry new="34" old="28"/>
        <o:entry new="35" old="28"/>
        <o:entry new="36" old="28"/>
        <o:entry new="37" old="28"/>
        <o:entry new="38" old="28"/>
        <o:entry new="39" old="28"/>
        <o:entry new="40" old="28"/>
        <o:entry new="41" old="29"/>
        <o:entry new="42" old="29"/>
        <o:entry new="43" old="29"/>
        <o:entry new="44" old="29"/>
        <o:entry new="45" old="29"/>
        <o:entry new="46" old="30"/>
        <o:entry new="47" old="30"/>
        <o:entry new="48" old="30"/>
        <o:entry new="49" old="30"/>
        <o:entry new="50" old="30"/>
        <o:entry new="51" old="31"/>
        <o:entry new="52" old="31"/>
        <o:entry new="53" old="31"/>
        <o:entry new="54" old="31"/>
        <o:entry new="55" old="31"/>
        <o:entry new="56" old="32"/>
        <o:entry new="57" old="32"/>
        <o:entry new="58" old="32"/>
        <o:entry new="59" old="32"/>
        <o:entry new="60" old="32"/>
        <o:entry new="61" old="33"/>
        <o:entry new="62" old="33"/>
        <o:entry new="63" old="33"/>
        <o:entry new="64" old="33"/>
        <o:entry new="65" old="33"/>
        <o:entry new="66" old="0"/>
        <o:entry new="67" old="0"/>
        <o:entry new="68" old="67"/>
        <o:entry new="69" old="68"/>
        <o:entry new="70" old="69"/>
        <o:entry new="71" old="68"/>
        <o:entry new="72" old="71"/>
        <o:entry new="73" old="0"/>
        <o:entry new="74" old="0"/>
        <o:entry new="75" old="74"/>
        <o:entry new="76" old="0"/>
        <o:entry new="77" old="0"/>
        <o:entry new="7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A"/>
    <w:pPr>
      <w:jc w:val="both"/>
    </w:pPr>
    <w:rPr>
      <w:rFonts w:ascii="ГОСТ тип А" w:hAnsi="ГОСТ тип А"/>
      <w:i/>
      <w:sz w:val="28"/>
    </w:rPr>
  </w:style>
  <w:style w:type="paragraph" w:styleId="1">
    <w:name w:val="heading 1"/>
    <w:basedOn w:val="a"/>
    <w:next w:val="a"/>
    <w:qFormat/>
    <w:rsid w:val="00370B3A"/>
    <w:pPr>
      <w:keepNext/>
      <w:pageBreakBefore/>
      <w:suppressAutoHyphens/>
      <w:spacing w:before="120" w:after="24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370B3A"/>
    <w:pPr>
      <w:keepNext/>
      <w:suppressAutoHyphens/>
      <w:spacing w:before="120" w:after="120"/>
      <w:jc w:val="left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"/>
    <w:next w:val="a"/>
    <w:qFormat/>
    <w:rsid w:val="00370B3A"/>
    <w:pPr>
      <w:keepNext/>
      <w:suppressAutoHyphens/>
      <w:spacing w:before="120" w:after="60"/>
      <w:jc w:val="left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остовский А"/>
    <w:autoRedefine/>
    <w:rsid w:val="009D0E3E"/>
    <w:pPr>
      <w:tabs>
        <w:tab w:val="left" w:pos="6237"/>
      </w:tabs>
      <w:autoSpaceDE w:val="0"/>
      <w:autoSpaceDN w:val="0"/>
      <w:adjustRightInd w:val="0"/>
      <w:jc w:val="center"/>
    </w:pPr>
    <w:rPr>
      <w:rFonts w:ascii="GOST type A" w:hAnsi="GOST type A" w:cs="GOST type A"/>
      <w:b/>
      <w:i/>
      <w:color w:val="000000"/>
      <w:sz w:val="40"/>
      <w:szCs w:val="40"/>
    </w:rPr>
  </w:style>
  <w:style w:type="paragraph" w:customStyle="1" w:styleId="a4">
    <w:name w:val="Штамп"/>
    <w:basedOn w:val="a"/>
    <w:rsid w:val="003C3B4B"/>
    <w:pPr>
      <w:jc w:val="center"/>
    </w:pPr>
    <w:rPr>
      <w:noProof/>
      <w:sz w:val="18"/>
    </w:rPr>
  </w:style>
  <w:style w:type="paragraph" w:styleId="a5">
    <w:name w:val="header"/>
    <w:basedOn w:val="a"/>
    <w:link w:val="a6"/>
    <w:uiPriority w:val="99"/>
    <w:rsid w:val="003C3B4B"/>
    <w:pPr>
      <w:tabs>
        <w:tab w:val="center" w:pos="4153"/>
        <w:tab w:val="right" w:pos="8306"/>
      </w:tabs>
    </w:pPr>
  </w:style>
  <w:style w:type="paragraph" w:styleId="a7">
    <w:name w:val="footer"/>
    <w:basedOn w:val="a"/>
    <w:semiHidden/>
    <w:rsid w:val="003C3B4B"/>
    <w:pPr>
      <w:tabs>
        <w:tab w:val="center" w:pos="4153"/>
        <w:tab w:val="right" w:pos="8306"/>
      </w:tabs>
    </w:pPr>
  </w:style>
  <w:style w:type="paragraph" w:styleId="a8">
    <w:name w:val="Body Text"/>
    <w:basedOn w:val="a"/>
    <w:semiHidden/>
    <w:rsid w:val="003C3B4B"/>
    <w:pPr>
      <w:ind w:firstLine="709"/>
    </w:pPr>
  </w:style>
  <w:style w:type="paragraph" w:customStyle="1" w:styleId="a9">
    <w:name w:val="Формула"/>
    <w:basedOn w:val="a"/>
    <w:next w:val="a"/>
    <w:rsid w:val="003C3B4B"/>
    <w:pPr>
      <w:spacing w:before="60" w:after="60"/>
      <w:ind w:left="567"/>
    </w:pPr>
  </w:style>
  <w:style w:type="paragraph" w:styleId="aa">
    <w:name w:val="caption"/>
    <w:basedOn w:val="a"/>
    <w:next w:val="a"/>
    <w:qFormat/>
    <w:rsid w:val="00370B3A"/>
    <w:pPr>
      <w:spacing w:before="120" w:after="120"/>
      <w:jc w:val="center"/>
    </w:pPr>
    <w:rPr>
      <w:b/>
      <w:bCs/>
      <w:sz w:val="24"/>
    </w:rPr>
  </w:style>
  <w:style w:type="paragraph" w:customStyle="1" w:styleId="ab">
    <w:name w:val="Таблица"/>
    <w:basedOn w:val="a"/>
    <w:rsid w:val="003C3B4B"/>
    <w:pPr>
      <w:jc w:val="center"/>
    </w:pPr>
    <w:rPr>
      <w:sz w:val="24"/>
    </w:rPr>
  </w:style>
  <w:style w:type="paragraph" w:customStyle="1" w:styleId="ac">
    <w:name w:val="Делопроизводство"/>
    <w:basedOn w:val="a"/>
    <w:link w:val="ad"/>
    <w:qFormat/>
    <w:rsid w:val="00DC5F76"/>
    <w:pPr>
      <w:ind w:right="-1" w:firstLine="709"/>
    </w:pPr>
    <w:rPr>
      <w:rFonts w:ascii="Times New Roman" w:eastAsiaTheme="minorHAnsi" w:hAnsi="Times New Roman"/>
      <w:i w:val="0"/>
      <w:sz w:val="30"/>
      <w:szCs w:val="30"/>
      <w:lang w:eastAsia="en-US"/>
    </w:rPr>
  </w:style>
  <w:style w:type="character" w:customStyle="1" w:styleId="ad">
    <w:name w:val="Делопроизводство Знак"/>
    <w:basedOn w:val="a0"/>
    <w:link w:val="ac"/>
    <w:rsid w:val="00DC5F76"/>
    <w:rPr>
      <w:rFonts w:eastAsiaTheme="minorHAnsi"/>
      <w:sz w:val="30"/>
      <w:szCs w:val="30"/>
      <w:lang w:eastAsia="en-US"/>
    </w:rPr>
  </w:style>
  <w:style w:type="character" w:customStyle="1" w:styleId="apple-style-span">
    <w:name w:val="apple-style-span"/>
    <w:basedOn w:val="a0"/>
    <w:rsid w:val="00DC5F76"/>
  </w:style>
  <w:style w:type="character" w:customStyle="1" w:styleId="a6">
    <w:name w:val="Верхний колонтитул Знак"/>
    <w:basedOn w:val="a0"/>
    <w:link w:val="a5"/>
    <w:uiPriority w:val="99"/>
    <w:rsid w:val="00DC5F76"/>
    <w:rPr>
      <w:rFonts w:ascii="ГОСТ тип А" w:hAnsi="ГОСТ тип А"/>
      <w:i/>
      <w:sz w:val="28"/>
    </w:rPr>
  </w:style>
  <w:style w:type="table" w:styleId="ae">
    <w:name w:val="Table Grid"/>
    <w:basedOn w:val="a1"/>
    <w:uiPriority w:val="59"/>
    <w:rsid w:val="000D21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7F93"/>
    <w:pPr>
      <w:autoSpaceDE w:val="0"/>
      <w:autoSpaceDN w:val="0"/>
      <w:adjustRightInd w:val="0"/>
    </w:pPr>
    <w:rPr>
      <w:rFonts w:ascii="GOST type A" w:hAnsi="GOST type A" w:cs="GOST type 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ettings" Target="settings.xml"/><Relationship Id="rId16" Type="http://schemas.openxmlformats.org/officeDocument/2006/relationships/header" Target="header10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5;&#1088;&#1086;&#1075;&#1088;&#1072;&#1084;&#1084;&#1099;\&#1064;&#1072;&#1073;&#1083;&#1086;&#1085;%20&#1088;&#1072;&#1084;&#1086;&#1082;%20&#1087;&#1086;%20&#1043;&#1054;&#1057;&#1058;%20&#1076;&#1083;&#1103;%20Word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ГОСТ.dot</Template>
  <TotalTime>0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создания отчетов по ГОСТу</vt:lpstr>
    </vt:vector>
  </TitlesOfParts>
  <Company>Авиационная корпорация "Рубин"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создания отчетов по ГОСТу</dc:title>
  <dc:subject/>
  <dc:creator>Андрей</dc:creator>
  <cp:keywords/>
  <cp:lastModifiedBy>Андрей</cp:lastModifiedBy>
  <cp:revision>3</cp:revision>
  <cp:lastPrinted>2011-04-13T08:55:00Z</cp:lastPrinted>
  <dcterms:created xsi:type="dcterms:W3CDTF">2011-04-13T08:58:00Z</dcterms:created>
  <dcterms:modified xsi:type="dcterms:W3CDTF">2011-04-13T08:58:00Z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  <property fmtid="{D5CDD505-2E9C-101B-9397-08002B2CF9AE}" pid="3" name="_MarkAsFinal">
    <vt:bool>true</vt:bool>
  </property>
</Properties>
</file>